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7759C" w14:textId="77777777" w:rsidR="004001F1" w:rsidRPr="00D71D90" w:rsidRDefault="004001F1" w:rsidP="00675188">
      <w:pPr>
        <w:spacing w:line="276" w:lineRule="auto"/>
        <w:rPr>
          <w:rFonts w:ascii="Cambria" w:hAnsi="Cambria"/>
          <w:b/>
        </w:rPr>
      </w:pPr>
    </w:p>
    <w:p w14:paraId="0957C268" w14:textId="77777777" w:rsidR="004001F1" w:rsidRPr="00D71D90" w:rsidRDefault="004001F1" w:rsidP="00675188">
      <w:pPr>
        <w:spacing w:line="276" w:lineRule="auto"/>
        <w:jc w:val="center"/>
        <w:rPr>
          <w:rFonts w:ascii="Cambria" w:hAnsi="Cambria"/>
          <w:b/>
        </w:rPr>
      </w:pPr>
    </w:p>
    <w:p w14:paraId="06C9D65E" w14:textId="77777777" w:rsidR="00AF2726" w:rsidRPr="00D71D90" w:rsidRDefault="00AF2726" w:rsidP="00675188">
      <w:pPr>
        <w:pStyle w:val="Nagwek4"/>
        <w:spacing w:line="276" w:lineRule="auto"/>
        <w:jc w:val="right"/>
        <w:rPr>
          <w:rFonts w:ascii="Cambria" w:hAnsi="Cambria"/>
          <w:sz w:val="24"/>
          <w:szCs w:val="24"/>
        </w:rPr>
      </w:pPr>
      <w:r w:rsidRPr="00D71D90">
        <w:rPr>
          <w:rFonts w:ascii="Cambria" w:hAnsi="Cambria"/>
          <w:sz w:val="24"/>
          <w:szCs w:val="24"/>
        </w:rPr>
        <w:t>FORMULARZ OFERTOWY</w:t>
      </w:r>
    </w:p>
    <w:p w14:paraId="08318BAD" w14:textId="77777777" w:rsidR="00AF2726" w:rsidRPr="00D71D90" w:rsidRDefault="00AF2726" w:rsidP="00675188">
      <w:pPr>
        <w:spacing w:line="276" w:lineRule="auto"/>
        <w:jc w:val="right"/>
        <w:rPr>
          <w:rFonts w:ascii="Cambria" w:hAnsi="Cambria"/>
        </w:rPr>
      </w:pPr>
      <w:r w:rsidRPr="00D71D90">
        <w:rPr>
          <w:rFonts w:ascii="Cambria" w:hAnsi="Cambria"/>
        </w:rPr>
        <w:t>OKRĘGOWE PRZEDSIĘBIORSTWO</w:t>
      </w:r>
    </w:p>
    <w:p w14:paraId="6FC80FD0" w14:textId="77777777" w:rsidR="00AF2726" w:rsidRPr="00D71D90" w:rsidRDefault="00AF2726" w:rsidP="00675188">
      <w:pPr>
        <w:spacing w:line="276" w:lineRule="auto"/>
        <w:jc w:val="right"/>
        <w:rPr>
          <w:rFonts w:ascii="Cambria" w:hAnsi="Cambria"/>
        </w:rPr>
      </w:pPr>
      <w:r w:rsidRPr="00D71D90">
        <w:rPr>
          <w:rFonts w:ascii="Cambria" w:hAnsi="Cambria"/>
        </w:rPr>
        <w:t>ENERGETYKI CIEPLNEJ Sp. z o.o.</w:t>
      </w:r>
    </w:p>
    <w:p w14:paraId="69137F98" w14:textId="77777777" w:rsidR="00AF2726" w:rsidRPr="00D71D90" w:rsidRDefault="00AF2726" w:rsidP="00675188">
      <w:pPr>
        <w:spacing w:line="276" w:lineRule="auto"/>
        <w:jc w:val="right"/>
        <w:rPr>
          <w:rFonts w:ascii="Cambria" w:hAnsi="Cambria"/>
        </w:rPr>
      </w:pPr>
      <w:r w:rsidRPr="00D71D90">
        <w:rPr>
          <w:rFonts w:ascii="Cambria" w:hAnsi="Cambria"/>
        </w:rPr>
        <w:t>81-213 Gdynia, ul. Opata Hackiego 14</w:t>
      </w:r>
    </w:p>
    <w:p w14:paraId="2C12CCC0" w14:textId="77777777" w:rsidR="00AF2726" w:rsidRPr="00D71D90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4"/>
          <w:szCs w:val="24"/>
        </w:rPr>
      </w:pPr>
    </w:p>
    <w:p w14:paraId="6845B61E" w14:textId="77777777" w:rsidR="00AF2726" w:rsidRPr="00D71D90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4"/>
          <w:szCs w:val="24"/>
        </w:rPr>
      </w:pPr>
      <w:r w:rsidRPr="00D71D90">
        <w:rPr>
          <w:rFonts w:ascii="Cambria" w:hAnsi="Cambria"/>
          <w:b/>
          <w:sz w:val="24"/>
          <w:szCs w:val="24"/>
        </w:rPr>
        <w:t>Pełne dane adresowe Wykonawcy/Wykonawców:</w:t>
      </w:r>
    </w:p>
    <w:p w14:paraId="55688AF8" w14:textId="77777777" w:rsidR="00AF2726" w:rsidRPr="00D71D90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4"/>
          <w:szCs w:val="24"/>
        </w:rPr>
      </w:pPr>
      <w:r w:rsidRPr="00D71D90">
        <w:rPr>
          <w:rFonts w:ascii="Cambria" w:hAnsi="Cambria"/>
          <w:sz w:val="24"/>
          <w:szCs w:val="24"/>
        </w:rPr>
        <w:t>Nazwa (firma)/imię nazwisko……………………………………………………………………….……</w:t>
      </w:r>
    </w:p>
    <w:p w14:paraId="26A81F6A" w14:textId="77777777" w:rsidR="00AF2726" w:rsidRPr="00D71D90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4"/>
          <w:szCs w:val="24"/>
        </w:rPr>
      </w:pPr>
      <w:r w:rsidRPr="00D71D90">
        <w:rPr>
          <w:rFonts w:ascii="Cambria" w:hAnsi="Cambria"/>
          <w:sz w:val="24"/>
          <w:szCs w:val="24"/>
        </w:rPr>
        <w:t>Adres …………………………………………………………………………….……………………….</w:t>
      </w:r>
    </w:p>
    <w:p w14:paraId="1AC9FEC0" w14:textId="77777777" w:rsidR="00AF2726" w:rsidRPr="00D71D90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4"/>
          <w:szCs w:val="24"/>
        </w:rPr>
      </w:pPr>
      <w:r w:rsidRPr="00D71D90">
        <w:rPr>
          <w:rFonts w:ascii="Cambria" w:hAnsi="Cambria"/>
          <w:sz w:val="24"/>
          <w:szCs w:val="24"/>
        </w:rPr>
        <w:t>Adres do korespondencji ………………………………………………………………..……………….</w:t>
      </w:r>
    </w:p>
    <w:p w14:paraId="523ECC0A" w14:textId="77777777" w:rsidR="00AF2726" w:rsidRPr="00D71D90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4"/>
          <w:szCs w:val="24"/>
        </w:rPr>
      </w:pPr>
      <w:r w:rsidRPr="00D71D90">
        <w:rPr>
          <w:rFonts w:ascii="Cambria" w:hAnsi="Cambria"/>
          <w:sz w:val="24"/>
          <w:szCs w:val="24"/>
        </w:rPr>
        <w:t>Nr telefonu/nr faksu …………………………………………………………………...…………………</w:t>
      </w:r>
    </w:p>
    <w:p w14:paraId="4E266FA0" w14:textId="77777777" w:rsidR="00AF2726" w:rsidRPr="00163660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4"/>
          <w:szCs w:val="24"/>
          <w:lang w:val="en-US"/>
        </w:rPr>
      </w:pPr>
      <w:r w:rsidRPr="00163660">
        <w:rPr>
          <w:rFonts w:ascii="Cambria" w:hAnsi="Cambria"/>
          <w:sz w:val="24"/>
          <w:szCs w:val="24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163660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4"/>
          <w:szCs w:val="24"/>
          <w:lang w:val="en-US"/>
        </w:rPr>
      </w:pPr>
      <w:r w:rsidRPr="00163660">
        <w:rPr>
          <w:rFonts w:ascii="Cambria" w:hAnsi="Cambria"/>
          <w:sz w:val="24"/>
          <w:szCs w:val="24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163660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sz w:val="24"/>
          <w:szCs w:val="24"/>
          <w:lang w:val="en-US"/>
        </w:rPr>
      </w:pPr>
    </w:p>
    <w:p w14:paraId="101B7841" w14:textId="77777777" w:rsidR="005422CD" w:rsidRPr="00163660" w:rsidRDefault="005422CD" w:rsidP="00675188">
      <w:pPr>
        <w:pStyle w:val="Default"/>
        <w:spacing w:line="276" w:lineRule="auto"/>
        <w:jc w:val="both"/>
        <w:rPr>
          <w:rFonts w:ascii="Cambria" w:hAnsi="Cambria"/>
          <w:lang w:val="en-US"/>
        </w:rPr>
      </w:pPr>
    </w:p>
    <w:p w14:paraId="662E9F25" w14:textId="68A4B4BE" w:rsidR="00AF2726" w:rsidRPr="00D71D90" w:rsidRDefault="00AF2726" w:rsidP="00CE646F">
      <w:pPr>
        <w:pStyle w:val="Default"/>
        <w:spacing w:line="276" w:lineRule="auto"/>
        <w:jc w:val="both"/>
        <w:rPr>
          <w:rFonts w:ascii="Cambria" w:hAnsi="Cambria"/>
          <w:b/>
          <w:spacing w:val="-5"/>
        </w:rPr>
      </w:pPr>
      <w:r w:rsidRPr="00D71D90">
        <w:rPr>
          <w:rFonts w:ascii="Cambria" w:hAnsi="Cambria"/>
        </w:rPr>
        <w:t xml:space="preserve">Nawiązując do </w:t>
      </w:r>
      <w:r w:rsidR="007E05E3">
        <w:rPr>
          <w:rFonts w:ascii="Cambria" w:hAnsi="Cambria"/>
        </w:rPr>
        <w:t>opublikowanego w Bazie Konkurencyjności Zapytania ofertowego</w:t>
      </w:r>
      <w:r w:rsidR="00CB696A" w:rsidRPr="00D71D90">
        <w:rPr>
          <w:rFonts w:ascii="Cambria" w:hAnsi="Cambria"/>
        </w:rPr>
        <w:t xml:space="preserve"> na </w:t>
      </w:r>
      <w:r w:rsidR="00177A11">
        <w:rPr>
          <w:rFonts w:ascii="Cambria" w:hAnsi="Cambria"/>
        </w:rPr>
        <w:t>„</w:t>
      </w:r>
      <w:r w:rsidR="00177A11" w:rsidRPr="00177A11">
        <w:rPr>
          <w:rFonts w:ascii="Cambria" w:hAnsi="Cambria"/>
          <w:b/>
          <w:bCs/>
        </w:rPr>
        <w:t>Wykonanie wielowariantowej analizy techniczno-ekonomicznej przyłączenia nowego źródła ciepła do miejskiej sieci ciepłowniczej</w:t>
      </w:r>
      <w:r w:rsidR="00B04F98" w:rsidRPr="00177A11">
        <w:rPr>
          <w:rFonts w:ascii="Cambria" w:hAnsi="Cambria"/>
          <w:b/>
          <w:bCs/>
        </w:rPr>
        <w:t>”</w:t>
      </w:r>
      <w:r w:rsidR="005422CD" w:rsidRPr="00177A11">
        <w:rPr>
          <w:rFonts w:ascii="Cambria" w:hAnsi="Cambria"/>
        </w:rPr>
        <w:t>,</w:t>
      </w:r>
      <w:r w:rsidR="005422CD" w:rsidRPr="00D71D90">
        <w:rPr>
          <w:rFonts w:ascii="Cambria" w:hAnsi="Cambria"/>
        </w:rPr>
        <w:t xml:space="preserve"> </w:t>
      </w:r>
      <w:r w:rsidRPr="00D71D90">
        <w:rPr>
          <w:rFonts w:ascii="Cambria" w:hAnsi="Cambria"/>
        </w:rPr>
        <w:t xml:space="preserve"> składamy następującą ofertę na wykonanie przedmiotu niniejszego zamówienia:</w:t>
      </w:r>
    </w:p>
    <w:p w14:paraId="7756EF0F" w14:textId="77777777" w:rsidR="009442A0" w:rsidRPr="00D71D90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</w:rPr>
      </w:pPr>
    </w:p>
    <w:p w14:paraId="47BDD22C" w14:textId="73FEFC7D" w:rsidR="00025896" w:rsidRPr="00C863F5" w:rsidRDefault="0002589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  <w:tab w:val="left" w:pos="-567"/>
        </w:tabs>
        <w:adjustRightInd w:val="0"/>
        <w:spacing w:line="276" w:lineRule="auto"/>
        <w:ind w:left="360" w:hanging="284"/>
        <w:jc w:val="both"/>
        <w:textAlignment w:val="baseline"/>
        <w:rPr>
          <w:rFonts w:ascii="Cambria" w:hAnsi="Cambria"/>
        </w:rPr>
      </w:pPr>
      <w:bookmarkStart w:id="0" w:name="_Hlk184022617"/>
      <w:r w:rsidRPr="00C863F5">
        <w:rPr>
          <w:rFonts w:ascii="Cambria" w:hAnsi="Cambria"/>
        </w:rPr>
        <w:t xml:space="preserve">Oferujemy wykonanie przedmiotu zamówienia za </w:t>
      </w:r>
      <w:r w:rsidRPr="00C863F5">
        <w:rPr>
          <w:rFonts w:ascii="Cambria" w:hAnsi="Cambria"/>
          <w:b/>
          <w:bCs/>
        </w:rPr>
        <w:t xml:space="preserve">CENĘ </w:t>
      </w:r>
    </w:p>
    <w:p w14:paraId="5834ABA3" w14:textId="77777777" w:rsidR="00025896" w:rsidRPr="00D71D90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D71D90">
        <w:rPr>
          <w:rFonts w:ascii="Cambria" w:hAnsi="Cambria" w:cs="Arial"/>
          <w:b/>
          <w:bCs/>
          <w:lang w:val="en-US" w:eastAsia="x-none"/>
        </w:rPr>
        <w:t xml:space="preserve">………….….. PLN netto  </w:t>
      </w:r>
    </w:p>
    <w:p w14:paraId="77A97B41" w14:textId="77777777" w:rsidR="00025896" w:rsidRPr="00D71D90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D71D90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</w:p>
    <w:p w14:paraId="3BEA7429" w14:textId="77777777" w:rsidR="00025896" w:rsidRPr="00D71D90" w:rsidRDefault="00025896" w:rsidP="00025896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lang w:val="en-US"/>
        </w:rPr>
      </w:pPr>
      <w:r w:rsidRPr="00D71D90">
        <w:rPr>
          <w:rFonts w:ascii="Cambria" w:hAnsi="Cambria" w:cs="Arial"/>
          <w:b/>
          <w:bCs/>
          <w:lang w:val="en-US" w:eastAsia="pl-PL"/>
        </w:rPr>
        <w:t>……………… PLN brutto</w:t>
      </w:r>
    </w:p>
    <w:p w14:paraId="37A0DC5F" w14:textId="77777777" w:rsidR="00025896" w:rsidRPr="00D71D90" w:rsidRDefault="00025896" w:rsidP="00025896">
      <w:pPr>
        <w:rPr>
          <w:rFonts w:ascii="Cambria" w:hAnsi="Cambria" w:cs="Arial"/>
          <w:lang w:val="en-US"/>
        </w:rPr>
      </w:pPr>
    </w:p>
    <w:p w14:paraId="3D6FDEB9" w14:textId="77777777" w:rsidR="00025896" w:rsidRPr="00D71D90" w:rsidRDefault="00025896" w:rsidP="00025896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lang w:val="x-none" w:eastAsia="x-none"/>
        </w:rPr>
      </w:pPr>
    </w:p>
    <w:p w14:paraId="655CBB54" w14:textId="3F6E71A9" w:rsidR="00E04205" w:rsidRPr="00D71D90" w:rsidRDefault="00C0554A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</w:rPr>
      </w:pPr>
      <w:bookmarkStart w:id="1" w:name="_Hlk189469730"/>
      <w:bookmarkEnd w:id="0"/>
      <w:r w:rsidRPr="00D71D90">
        <w:rPr>
          <w:rFonts w:ascii="Cambria" w:hAnsi="Cambria"/>
        </w:rPr>
        <w:t>Oświadczamy, iż spełniamy warunki dotyczące zdolności zawodowej</w:t>
      </w:r>
      <w:r w:rsidR="00E04205" w:rsidRPr="00D71D90">
        <w:rPr>
          <w:rFonts w:ascii="Cambria" w:hAnsi="Cambria"/>
        </w:rPr>
        <w:t xml:space="preserve"> określone w pkt. </w:t>
      </w:r>
      <w:r w:rsidR="009F72DF">
        <w:rPr>
          <w:rFonts w:ascii="Cambria" w:hAnsi="Cambria"/>
        </w:rPr>
        <w:t>5</w:t>
      </w:r>
      <w:r w:rsidR="00E04205" w:rsidRPr="00D71D90">
        <w:rPr>
          <w:rFonts w:ascii="Cambria" w:hAnsi="Cambria"/>
        </w:rPr>
        <w:t xml:space="preserve">.1. </w:t>
      </w:r>
      <w:r w:rsidR="006C2416">
        <w:rPr>
          <w:rFonts w:ascii="Cambria" w:hAnsi="Cambria"/>
        </w:rPr>
        <w:t xml:space="preserve">lit. d) </w:t>
      </w:r>
      <w:r w:rsidR="007E05E3">
        <w:rPr>
          <w:rFonts w:ascii="Cambria" w:hAnsi="Cambria"/>
        </w:rPr>
        <w:t>Zapytania ofertowego</w:t>
      </w:r>
      <w:r w:rsidR="006C2416">
        <w:rPr>
          <w:rFonts w:ascii="Cambria" w:hAnsi="Cambria"/>
        </w:rPr>
        <w:t>.</w:t>
      </w:r>
    </w:p>
    <w:bookmarkEnd w:id="1"/>
    <w:p w14:paraId="4AD93450" w14:textId="6EF21008" w:rsidR="00F50648" w:rsidRPr="00D71D90" w:rsidRDefault="006C241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</w:rPr>
      </w:pPr>
      <w:r>
        <w:rPr>
          <w:rFonts w:ascii="Cambria" w:hAnsi="Cambria"/>
        </w:rPr>
        <w:t>D</w:t>
      </w:r>
      <w:r w:rsidR="00E04205" w:rsidRPr="00D71D90">
        <w:rPr>
          <w:rFonts w:ascii="Cambria" w:hAnsi="Cambria"/>
        </w:rPr>
        <w:t xml:space="preserve">o </w:t>
      </w:r>
      <w:r w:rsidR="001D5D52" w:rsidRPr="00D71D90">
        <w:rPr>
          <w:rFonts w:ascii="Cambria" w:hAnsi="Cambria"/>
        </w:rPr>
        <w:t xml:space="preserve"> </w:t>
      </w:r>
      <w:bookmarkStart w:id="2" w:name="_Hlk147911502"/>
      <w:r w:rsidR="00E04205" w:rsidRPr="00D71D90">
        <w:rPr>
          <w:rFonts w:ascii="Cambria" w:hAnsi="Cambria"/>
        </w:rPr>
        <w:t>realizacji zamówienia wyznaczamy osobę na stanowisko Koordynatora</w:t>
      </w:r>
      <w:bookmarkStart w:id="3" w:name="_Hlk189640644"/>
      <w:r w:rsidR="00C014D8" w:rsidRPr="006C2416">
        <w:rPr>
          <w:rFonts w:ascii="Cambria" w:hAnsi="Cambria"/>
        </w:rPr>
        <w:t>/</w:t>
      </w:r>
      <w:bookmarkStart w:id="4" w:name="_Hlk189640434"/>
      <w:r w:rsidR="00C014D8" w:rsidRPr="006C2416">
        <w:rPr>
          <w:rFonts w:ascii="Cambria" w:hAnsi="Cambria"/>
        </w:rPr>
        <w:t>Kierownika Projektu</w:t>
      </w:r>
      <w:bookmarkEnd w:id="3"/>
      <w:bookmarkEnd w:id="4"/>
      <w:r w:rsidR="00E04205" w:rsidRPr="00D71D90">
        <w:rPr>
          <w:rFonts w:ascii="Cambria" w:hAnsi="Cambria"/>
        </w:rPr>
        <w:t xml:space="preserve">: </w:t>
      </w:r>
      <w:r w:rsidRPr="006C2416">
        <w:rPr>
          <w:rFonts w:ascii="Cambria" w:hAnsi="Cambria"/>
          <w:i/>
          <w:iCs/>
          <w:sz w:val="18"/>
          <w:szCs w:val="18"/>
        </w:rPr>
        <w:t>(imię i nazwisko)</w:t>
      </w:r>
      <w:r w:rsidR="0099652C">
        <w:rPr>
          <w:rFonts w:ascii="Cambria" w:hAnsi="Cambria"/>
          <w:i/>
          <w:iCs/>
          <w:sz w:val="18"/>
          <w:szCs w:val="18"/>
        </w:rPr>
        <w:t xml:space="preserve"> </w:t>
      </w:r>
      <w:r w:rsidR="00E04205" w:rsidRPr="006C2416">
        <w:rPr>
          <w:rFonts w:ascii="Cambria" w:hAnsi="Cambria"/>
        </w:rPr>
        <w:t>……………………………………..</w:t>
      </w:r>
      <w:r w:rsidR="0099652C">
        <w:rPr>
          <w:rFonts w:ascii="Cambria" w:hAnsi="Cambria"/>
        </w:rPr>
        <w:t xml:space="preserve"> (osoba wskazana w Wykazie osób stanowiącym </w:t>
      </w:r>
      <w:r w:rsidR="0099652C" w:rsidRPr="0099652C">
        <w:rPr>
          <w:rFonts w:ascii="Cambria" w:hAnsi="Cambria"/>
          <w:b/>
          <w:bCs/>
        </w:rPr>
        <w:t xml:space="preserve">Załącznik nr 4 </w:t>
      </w:r>
      <w:r w:rsidR="0099652C">
        <w:rPr>
          <w:rFonts w:ascii="Cambria" w:hAnsi="Cambria"/>
        </w:rPr>
        <w:t>do Zapytania ofertowego),</w:t>
      </w:r>
      <w:r>
        <w:rPr>
          <w:rFonts w:ascii="Cambria" w:hAnsi="Cambria"/>
        </w:rPr>
        <w:t xml:space="preserve"> </w:t>
      </w:r>
      <w:r w:rsidR="00FC031F">
        <w:rPr>
          <w:rFonts w:ascii="Cambria" w:hAnsi="Cambria"/>
        </w:rPr>
        <w:t>legitymującą</w:t>
      </w:r>
      <w:r>
        <w:rPr>
          <w:rFonts w:ascii="Cambria" w:hAnsi="Cambria"/>
        </w:rPr>
        <w:t xml:space="preserve"> się doświadczeniem </w:t>
      </w:r>
      <w:r w:rsidR="00FC031F">
        <w:rPr>
          <w:rFonts w:ascii="Cambria" w:hAnsi="Cambria"/>
        </w:rPr>
        <w:t>wskazanym w poniższej tabeli</w:t>
      </w:r>
      <w:r w:rsidR="0099652C">
        <w:rPr>
          <w:rFonts w:ascii="Cambria" w:hAnsi="Cambria"/>
        </w:rPr>
        <w:t>:</w:t>
      </w:r>
    </w:p>
    <w:p w14:paraId="719E9639" w14:textId="77777777" w:rsidR="00C863F5" w:rsidRDefault="00C863F5">
      <w:pPr>
        <w:rPr>
          <w:rFonts w:ascii="Cambria" w:hAnsi="Cambria"/>
          <w:lang w:val="x-none" w:eastAsia="x-none"/>
        </w:rPr>
      </w:pPr>
      <w:r>
        <w:rPr>
          <w:rFonts w:ascii="Cambria" w:hAnsi="Cambria"/>
        </w:rPr>
        <w:br w:type="page"/>
      </w:r>
    </w:p>
    <w:p w14:paraId="5DEC4983" w14:textId="77777777" w:rsidR="00E04205" w:rsidRPr="00D71D90" w:rsidRDefault="00E04205" w:rsidP="00C863F5">
      <w:pPr>
        <w:pStyle w:val="Tekstpodstawowywcity"/>
        <w:widowControl w:val="0"/>
        <w:adjustRightInd w:val="0"/>
        <w:spacing w:line="276" w:lineRule="auto"/>
        <w:ind w:left="1004"/>
        <w:jc w:val="both"/>
        <w:textAlignment w:val="baseline"/>
        <w:rPr>
          <w:rFonts w:ascii="Cambria" w:hAnsi="Cambria"/>
        </w:rPr>
      </w:pPr>
    </w:p>
    <w:tbl>
      <w:tblPr>
        <w:tblStyle w:val="Tabela-Siatka"/>
        <w:tblW w:w="9916" w:type="dxa"/>
        <w:tblInd w:w="-289" w:type="dxa"/>
        <w:tblLook w:val="04A0" w:firstRow="1" w:lastRow="0" w:firstColumn="1" w:lastColumn="0" w:noHBand="0" w:noVBand="1"/>
      </w:tblPr>
      <w:tblGrid>
        <w:gridCol w:w="565"/>
        <w:gridCol w:w="5109"/>
        <w:gridCol w:w="2224"/>
        <w:gridCol w:w="2018"/>
      </w:tblGrid>
      <w:tr w:rsidR="0099652C" w:rsidRPr="00177A11" w14:paraId="5C4A62AC" w14:textId="5ABDDF86" w:rsidTr="0099652C">
        <w:tc>
          <w:tcPr>
            <w:tcW w:w="565" w:type="dxa"/>
            <w:vAlign w:val="center"/>
          </w:tcPr>
          <w:p w14:paraId="00907E2C" w14:textId="49204B9E" w:rsidR="0099652C" w:rsidRPr="00177A11" w:rsidRDefault="0099652C" w:rsidP="00E04205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77A11">
              <w:rPr>
                <w:rFonts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09" w:type="dxa"/>
            <w:vAlign w:val="center"/>
          </w:tcPr>
          <w:p w14:paraId="4245125C" w14:textId="6F511D69" w:rsidR="0099652C" w:rsidRPr="00177A11" w:rsidRDefault="0099652C" w:rsidP="00E04205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center"/>
              <w:textAlignment w:val="baseline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77A11">
              <w:rPr>
                <w:rFonts w:ascii="Cambria" w:hAnsi="Cambria"/>
                <w:b/>
                <w:bCs/>
                <w:sz w:val="20"/>
                <w:szCs w:val="20"/>
              </w:rPr>
              <w:t xml:space="preserve">Nazwa i zakres wykonanej </w:t>
            </w:r>
            <w:r w:rsidR="00177A11" w:rsidRPr="00177A11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177A11" w:rsidRPr="00177A11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Analizy </w:t>
            </w:r>
            <w:r w:rsidR="00177A11" w:rsidRPr="00177A11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</w:rPr>
              <w:t>techniczno-ekonomicznej przyłączenia nowego źródła ciepła do miejskiej sieci ciepłowniczej</w:t>
            </w:r>
            <w:r w:rsidR="00177A11" w:rsidRPr="00177A11">
              <w:rPr>
                <w:rFonts w:ascii="Cambria" w:hAnsi="Cambria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Pr="00177A11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(należy wskazać doświadczenie Kierownika/Koordynatora Projektu inne niż podane w załączniku 4 do Zapytania ofertowego)</w:t>
            </w:r>
          </w:p>
        </w:tc>
        <w:tc>
          <w:tcPr>
            <w:tcW w:w="2224" w:type="dxa"/>
            <w:vAlign w:val="center"/>
          </w:tcPr>
          <w:p w14:paraId="6EDE2BFC" w14:textId="2CC874EF" w:rsidR="0099652C" w:rsidRPr="00177A11" w:rsidRDefault="0099652C" w:rsidP="00E04205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center"/>
              <w:textAlignment w:val="baseline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77A11">
              <w:rPr>
                <w:rFonts w:ascii="Cambria" w:hAnsi="Cambria"/>
                <w:b/>
                <w:bCs/>
                <w:sz w:val="20"/>
                <w:szCs w:val="20"/>
              </w:rPr>
              <w:t xml:space="preserve">Nazwa podmiotu, na rzecz którego wykonano </w:t>
            </w:r>
            <w:r w:rsidR="00177A11" w:rsidRPr="00177A11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Analiz</w:t>
            </w:r>
            <w:r w:rsidR="00177A11" w:rsidRPr="00177A11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ę</w:t>
            </w:r>
            <w:r w:rsidR="00177A11" w:rsidRPr="00177A11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 xml:space="preserve"> techniczno-ekonomiczn</w:t>
            </w:r>
            <w:r w:rsidR="00177A11" w:rsidRPr="00177A11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ą</w:t>
            </w:r>
          </w:p>
        </w:tc>
        <w:tc>
          <w:tcPr>
            <w:tcW w:w="2018" w:type="dxa"/>
            <w:vAlign w:val="center"/>
          </w:tcPr>
          <w:p w14:paraId="4134ED8C" w14:textId="052FC7BA" w:rsidR="0099652C" w:rsidRPr="00177A11" w:rsidRDefault="0099652C" w:rsidP="00E04205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center"/>
              <w:textAlignment w:val="baseline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77A11">
              <w:rPr>
                <w:rFonts w:ascii="Cambria" w:hAnsi="Cambria"/>
                <w:b/>
                <w:bCs/>
                <w:sz w:val="20"/>
                <w:szCs w:val="20"/>
              </w:rPr>
              <w:t>Data wykonania usługi</w:t>
            </w:r>
          </w:p>
        </w:tc>
      </w:tr>
      <w:tr w:rsidR="0099652C" w:rsidRPr="00177A11" w14:paraId="4EA75339" w14:textId="2689F3D8" w:rsidTr="00177A11">
        <w:tc>
          <w:tcPr>
            <w:tcW w:w="565" w:type="dxa"/>
            <w:vAlign w:val="center"/>
          </w:tcPr>
          <w:p w14:paraId="1219CC97" w14:textId="226631B5" w:rsidR="0099652C" w:rsidRP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center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5109" w:type="dxa"/>
            <w:vAlign w:val="center"/>
          </w:tcPr>
          <w:p w14:paraId="040221D2" w14:textId="77777777" w:rsidR="0099652C" w:rsidRDefault="00177A11" w:rsidP="00E04205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Nazwa analizy:</w:t>
            </w:r>
            <w:r w:rsidRPr="00177A11">
              <w:rPr>
                <w:rFonts w:ascii="Cambria" w:hAnsi="Cambria"/>
                <w:b/>
                <w:bCs/>
                <w:sz w:val="20"/>
                <w:szCs w:val="20"/>
              </w:rPr>
              <w:t xml:space="preserve"> ………………………</w:t>
            </w:r>
          </w:p>
          <w:p w14:paraId="101D8B2B" w14:textId="607BF7FD" w:rsidR="00177A11" w:rsidRDefault="00177A11" w:rsidP="00E04205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Zakres prac:</w:t>
            </w:r>
          </w:p>
          <w:p w14:paraId="18641916" w14:textId="7D914229" w:rsidR="00177A11" w:rsidRPr="00177A11" w:rsidRDefault="00177A11" w:rsidP="00470070">
            <w:pPr>
              <w:pStyle w:val="Bezodstpw"/>
              <w:numPr>
                <w:ilvl w:val="0"/>
                <w:numId w:val="6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ilość wariantów przebiegu trasy: ………………………</w:t>
            </w:r>
          </w:p>
          <w:p w14:paraId="51D8D0C6" w14:textId="5BBFAE73" w:rsidR="00177A11" w:rsidRPr="00177A11" w:rsidRDefault="00177A11" w:rsidP="00470070">
            <w:pPr>
              <w:pStyle w:val="Bezodstpw"/>
              <w:numPr>
                <w:ilvl w:val="0"/>
                <w:numId w:val="6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ocena kolizji: ……………………………………………………</w:t>
            </w:r>
          </w:p>
          <w:p w14:paraId="527A5922" w14:textId="4E813767" w:rsidR="00177A11" w:rsidRPr="00177A11" w:rsidRDefault="00177A11" w:rsidP="00470070">
            <w:pPr>
              <w:pStyle w:val="Bezodstpw"/>
              <w:numPr>
                <w:ilvl w:val="0"/>
                <w:numId w:val="6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 xml:space="preserve">zestawienie kosztów </w:t>
            </w:r>
            <w:r w:rsidRPr="00177A11">
              <w:rPr>
                <w:rFonts w:ascii="Cambria" w:hAnsi="Cambria"/>
                <w:sz w:val="20"/>
                <w:szCs w:val="20"/>
              </w:rPr>
              <w:t>i ocen efektywności proponowanych wariantów</w:t>
            </w:r>
            <w:r w:rsidRPr="00177A11">
              <w:rPr>
                <w:rFonts w:ascii="Cambria" w:hAnsi="Cambria"/>
                <w:sz w:val="20"/>
                <w:szCs w:val="20"/>
              </w:rPr>
              <w:t>: ……………………………….</w:t>
            </w:r>
          </w:p>
          <w:p w14:paraId="693D3F84" w14:textId="04C09F5F" w:rsidR="00177A11" w:rsidRPr="00177A11" w:rsidRDefault="00177A11" w:rsidP="00470070">
            <w:pPr>
              <w:pStyle w:val="Bezodstpw"/>
              <w:numPr>
                <w:ilvl w:val="0"/>
                <w:numId w:val="6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sporządzenie mapy zasadniczej z przebiegami wariantów</w:t>
            </w:r>
            <w:r w:rsidRPr="00177A11">
              <w:rPr>
                <w:rFonts w:ascii="Cambria" w:hAnsi="Cambria"/>
                <w:sz w:val="20"/>
                <w:szCs w:val="20"/>
              </w:rPr>
              <w:t>: ………………………………………………….</w:t>
            </w:r>
          </w:p>
          <w:p w14:paraId="02CA72A8" w14:textId="20ACA57F" w:rsidR="00177A11" w:rsidRPr="00177A11" w:rsidRDefault="00177A11" w:rsidP="00470070">
            <w:pPr>
              <w:pStyle w:val="Bezodstpw"/>
              <w:numPr>
                <w:ilvl w:val="0"/>
                <w:numId w:val="6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uzyskanie wstępnych uzgodnień przebiegu tras</w:t>
            </w:r>
            <w:r w:rsidRPr="00177A11">
              <w:rPr>
                <w:rFonts w:ascii="Cambria" w:hAnsi="Cambria"/>
                <w:sz w:val="20"/>
                <w:szCs w:val="20"/>
              </w:rPr>
              <w:t>: ……………………………………………………………………</w:t>
            </w:r>
          </w:p>
        </w:tc>
        <w:tc>
          <w:tcPr>
            <w:tcW w:w="2224" w:type="dxa"/>
            <w:vAlign w:val="center"/>
          </w:tcPr>
          <w:p w14:paraId="2B9D5A8B" w14:textId="77777777" w:rsidR="0099652C" w:rsidRPr="00177A11" w:rsidRDefault="0099652C" w:rsidP="00E04205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18" w:type="dxa"/>
            <w:vAlign w:val="center"/>
          </w:tcPr>
          <w:p w14:paraId="155C7319" w14:textId="77777777" w:rsidR="0099652C" w:rsidRPr="00177A11" w:rsidRDefault="0099652C" w:rsidP="00E04205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</w:tr>
      <w:tr w:rsidR="00177A11" w:rsidRPr="00177A11" w14:paraId="610D8395" w14:textId="16B84074" w:rsidTr="00177A11">
        <w:trPr>
          <w:trHeight w:val="2689"/>
        </w:trPr>
        <w:tc>
          <w:tcPr>
            <w:tcW w:w="565" w:type="dxa"/>
            <w:vAlign w:val="center"/>
          </w:tcPr>
          <w:p w14:paraId="0430A28E" w14:textId="5E4D3DA0" w:rsidR="00177A11" w:rsidRP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center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5109" w:type="dxa"/>
          </w:tcPr>
          <w:p w14:paraId="45B7E6F4" w14:textId="77777777" w:rsid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E5558">
              <w:rPr>
                <w:rFonts w:ascii="Cambria" w:hAnsi="Cambria"/>
                <w:sz w:val="20"/>
                <w:szCs w:val="20"/>
              </w:rPr>
              <w:t>Nazwa analizy:</w:t>
            </w:r>
            <w:r w:rsidRPr="000E5558">
              <w:rPr>
                <w:rFonts w:ascii="Cambria" w:hAnsi="Cambria"/>
                <w:b/>
                <w:bCs/>
                <w:sz w:val="20"/>
                <w:szCs w:val="20"/>
              </w:rPr>
              <w:t xml:space="preserve"> ………………………</w:t>
            </w:r>
          </w:p>
          <w:p w14:paraId="5C8128AE" w14:textId="77777777" w:rsid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Zakres prac:</w:t>
            </w:r>
          </w:p>
          <w:p w14:paraId="620283BC" w14:textId="77777777" w:rsidR="00177A11" w:rsidRPr="00177A11" w:rsidRDefault="00177A11" w:rsidP="00470070">
            <w:pPr>
              <w:pStyle w:val="Bezodstpw"/>
              <w:numPr>
                <w:ilvl w:val="0"/>
                <w:numId w:val="7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ilość wariantów przebiegu trasy: ………………………</w:t>
            </w:r>
          </w:p>
          <w:p w14:paraId="1584AC0D" w14:textId="77777777" w:rsidR="00177A11" w:rsidRPr="00177A11" w:rsidRDefault="00177A11" w:rsidP="00470070">
            <w:pPr>
              <w:pStyle w:val="Bezodstpw"/>
              <w:numPr>
                <w:ilvl w:val="0"/>
                <w:numId w:val="7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ocena kolizji: ……………………………………………………</w:t>
            </w:r>
          </w:p>
          <w:p w14:paraId="1DC91FA7" w14:textId="77777777" w:rsidR="00177A11" w:rsidRPr="00177A11" w:rsidRDefault="00177A11" w:rsidP="00470070">
            <w:pPr>
              <w:pStyle w:val="Bezodstpw"/>
              <w:numPr>
                <w:ilvl w:val="0"/>
                <w:numId w:val="7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zestawienie kosztów i ocen efektywności proponowanych wariantów: ……………………………….</w:t>
            </w:r>
          </w:p>
          <w:p w14:paraId="47D01499" w14:textId="77777777" w:rsidR="00177A11" w:rsidRPr="00177A11" w:rsidRDefault="00177A11" w:rsidP="00470070">
            <w:pPr>
              <w:pStyle w:val="Bezodstpw"/>
              <w:numPr>
                <w:ilvl w:val="0"/>
                <w:numId w:val="7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sporządzenie mapy zasadniczej z przebiegami wariantów: ………………………………………………….</w:t>
            </w:r>
          </w:p>
          <w:p w14:paraId="58D8C3D4" w14:textId="14B2FDA3" w:rsidR="00177A11" w:rsidRPr="00177A11" w:rsidRDefault="00177A11" w:rsidP="00470070">
            <w:pPr>
              <w:pStyle w:val="Bezodstpw"/>
              <w:numPr>
                <w:ilvl w:val="0"/>
                <w:numId w:val="7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uzyskanie wstępnych uzgodnień przebiegu tras: ……………………………………………………………………</w:t>
            </w:r>
          </w:p>
        </w:tc>
        <w:tc>
          <w:tcPr>
            <w:tcW w:w="2224" w:type="dxa"/>
            <w:vAlign w:val="center"/>
          </w:tcPr>
          <w:p w14:paraId="0EDD763C" w14:textId="77777777" w:rsidR="00177A11" w:rsidRP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18" w:type="dxa"/>
            <w:vAlign w:val="center"/>
          </w:tcPr>
          <w:p w14:paraId="358D68B9" w14:textId="77777777" w:rsidR="00177A11" w:rsidRP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</w:tr>
      <w:tr w:rsidR="00177A11" w:rsidRPr="00177A11" w14:paraId="62C83348" w14:textId="0CF75F18" w:rsidTr="00177A11">
        <w:trPr>
          <w:trHeight w:val="3110"/>
        </w:trPr>
        <w:tc>
          <w:tcPr>
            <w:tcW w:w="565" w:type="dxa"/>
            <w:vAlign w:val="center"/>
          </w:tcPr>
          <w:p w14:paraId="5E7DD646" w14:textId="04726BCF" w:rsidR="00177A11" w:rsidRP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center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5109" w:type="dxa"/>
          </w:tcPr>
          <w:p w14:paraId="42CD592D" w14:textId="77777777" w:rsid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0E5558">
              <w:rPr>
                <w:rFonts w:ascii="Cambria" w:hAnsi="Cambria"/>
                <w:sz w:val="20"/>
                <w:szCs w:val="20"/>
              </w:rPr>
              <w:t>Zakres prac:</w:t>
            </w:r>
          </w:p>
          <w:p w14:paraId="005D4C1B" w14:textId="77777777" w:rsid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E5558">
              <w:rPr>
                <w:rFonts w:ascii="Cambria" w:hAnsi="Cambria"/>
                <w:sz w:val="20"/>
                <w:szCs w:val="20"/>
              </w:rPr>
              <w:t>Nazwa analizy:</w:t>
            </w:r>
            <w:r w:rsidRPr="000E5558">
              <w:rPr>
                <w:rFonts w:ascii="Cambria" w:hAnsi="Cambria"/>
                <w:b/>
                <w:bCs/>
                <w:sz w:val="20"/>
                <w:szCs w:val="20"/>
              </w:rPr>
              <w:t xml:space="preserve"> ………………………</w:t>
            </w:r>
          </w:p>
          <w:p w14:paraId="163D6687" w14:textId="77777777" w:rsid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Zakres prac:</w:t>
            </w:r>
          </w:p>
          <w:p w14:paraId="4C92FDCB" w14:textId="77777777" w:rsidR="00177A11" w:rsidRPr="00177A11" w:rsidRDefault="00177A11" w:rsidP="00470070">
            <w:pPr>
              <w:pStyle w:val="Bezodstpw"/>
              <w:numPr>
                <w:ilvl w:val="0"/>
                <w:numId w:val="8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ilość wariantów przebiegu trasy: ………………………</w:t>
            </w:r>
          </w:p>
          <w:p w14:paraId="3E1F3828" w14:textId="77777777" w:rsidR="00177A11" w:rsidRPr="00177A11" w:rsidRDefault="00177A11" w:rsidP="00470070">
            <w:pPr>
              <w:pStyle w:val="Bezodstpw"/>
              <w:numPr>
                <w:ilvl w:val="0"/>
                <w:numId w:val="8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ocena kolizji: ……………………………………………………</w:t>
            </w:r>
          </w:p>
          <w:p w14:paraId="4EBA39A9" w14:textId="77777777" w:rsidR="00177A11" w:rsidRPr="00177A11" w:rsidRDefault="00177A11" w:rsidP="00470070">
            <w:pPr>
              <w:pStyle w:val="Bezodstpw"/>
              <w:numPr>
                <w:ilvl w:val="0"/>
                <w:numId w:val="8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zestawienie kosztów i ocen efektywności proponowanych wariantów: ……………………………….</w:t>
            </w:r>
          </w:p>
          <w:p w14:paraId="5942EE25" w14:textId="77777777" w:rsidR="00177A11" w:rsidRPr="00177A11" w:rsidRDefault="00177A11" w:rsidP="00470070">
            <w:pPr>
              <w:pStyle w:val="Bezodstpw"/>
              <w:numPr>
                <w:ilvl w:val="0"/>
                <w:numId w:val="8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sporządzenie mapy zasadniczej z przebiegami wariantów: ………………………………………………….</w:t>
            </w:r>
          </w:p>
          <w:p w14:paraId="1C9231E5" w14:textId="77B6F4E7" w:rsidR="00177A11" w:rsidRPr="00177A11" w:rsidRDefault="00177A11" w:rsidP="00470070">
            <w:pPr>
              <w:pStyle w:val="Bezodstpw"/>
              <w:numPr>
                <w:ilvl w:val="0"/>
                <w:numId w:val="8"/>
              </w:numPr>
              <w:ind w:left="321" w:hanging="283"/>
              <w:rPr>
                <w:rFonts w:ascii="Cambria" w:hAnsi="Cambria"/>
                <w:sz w:val="20"/>
                <w:szCs w:val="20"/>
              </w:rPr>
            </w:pPr>
            <w:r w:rsidRPr="00177A11">
              <w:rPr>
                <w:rFonts w:ascii="Cambria" w:hAnsi="Cambria"/>
                <w:sz w:val="20"/>
                <w:szCs w:val="20"/>
              </w:rPr>
              <w:t>uzyskanie wstępnych uzgodnień przebiegu tras: ……………………………………………………………………</w:t>
            </w:r>
          </w:p>
        </w:tc>
        <w:tc>
          <w:tcPr>
            <w:tcW w:w="2224" w:type="dxa"/>
            <w:vAlign w:val="center"/>
          </w:tcPr>
          <w:p w14:paraId="2F90D856" w14:textId="77777777" w:rsidR="00177A11" w:rsidRP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18" w:type="dxa"/>
            <w:vAlign w:val="center"/>
          </w:tcPr>
          <w:p w14:paraId="0907E60D" w14:textId="77777777" w:rsidR="00177A11" w:rsidRPr="00177A11" w:rsidRDefault="00177A11" w:rsidP="00177A11">
            <w:pPr>
              <w:pStyle w:val="Tekstpodstawowywcity"/>
              <w:widowControl w:val="0"/>
              <w:adjustRightInd w:val="0"/>
              <w:spacing w:line="276" w:lineRule="auto"/>
              <w:ind w:left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E63077B" w14:textId="64332BAF" w:rsidR="00E04205" w:rsidRPr="00470070" w:rsidRDefault="00470070" w:rsidP="00470070">
      <w:pPr>
        <w:pStyle w:val="Tekstpodstawowywcity"/>
        <w:widowControl w:val="0"/>
        <w:adjustRightInd w:val="0"/>
        <w:spacing w:line="276" w:lineRule="auto"/>
        <w:jc w:val="both"/>
        <w:textAlignment w:val="baseline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Uwaga: </w:t>
      </w:r>
      <w:r w:rsidRPr="00470070">
        <w:rPr>
          <w:rFonts w:ascii="Cambria" w:hAnsi="Cambria"/>
          <w:i/>
          <w:iCs/>
          <w:sz w:val="22"/>
          <w:szCs w:val="22"/>
        </w:rPr>
        <w:t xml:space="preserve">Zamieszczony w niniejszym </w:t>
      </w:r>
      <w:r>
        <w:rPr>
          <w:rFonts w:ascii="Cambria" w:hAnsi="Cambria"/>
          <w:i/>
          <w:iCs/>
          <w:sz w:val="22"/>
          <w:szCs w:val="22"/>
        </w:rPr>
        <w:t>Formularzu</w:t>
      </w:r>
      <w:r w:rsidRPr="00470070">
        <w:rPr>
          <w:rFonts w:ascii="Cambria" w:hAnsi="Cambria"/>
          <w:i/>
          <w:iCs/>
          <w:sz w:val="22"/>
          <w:szCs w:val="22"/>
        </w:rPr>
        <w:t xml:space="preserve"> opis usług jest przykładowy i Wykonawca może go zmienić, pod warunkiem, że z opisu tego będzie wynikać wykonanie co najmniej zakresu usług, </w:t>
      </w:r>
      <w:r>
        <w:rPr>
          <w:rFonts w:ascii="Cambria" w:hAnsi="Cambria"/>
          <w:i/>
          <w:iCs/>
          <w:sz w:val="22"/>
          <w:szCs w:val="22"/>
        </w:rPr>
        <w:t>określonego w pkt. 15.1.2 Zapytania ofertowego.</w:t>
      </w:r>
    </w:p>
    <w:p w14:paraId="4EE6F4B5" w14:textId="4F25E5FF" w:rsidR="00E04205" w:rsidRPr="00D71D90" w:rsidRDefault="00E04205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</w:rPr>
      </w:pPr>
      <w:r w:rsidRPr="00D71D90">
        <w:rPr>
          <w:rFonts w:ascii="Cambria" w:hAnsi="Cambria"/>
        </w:rPr>
        <w:t xml:space="preserve">Oświadczamy, iż </w:t>
      </w:r>
      <w:r w:rsidR="00A13316" w:rsidRPr="00D71D90">
        <w:rPr>
          <w:rFonts w:ascii="Cambria" w:hAnsi="Cambria"/>
        </w:rPr>
        <w:t xml:space="preserve">doświadczenie </w:t>
      </w:r>
      <w:r w:rsidRPr="00D71D90">
        <w:rPr>
          <w:rFonts w:ascii="Cambria" w:hAnsi="Cambria"/>
        </w:rPr>
        <w:t xml:space="preserve">wskazane </w:t>
      </w:r>
      <w:r w:rsidR="00FC031F">
        <w:rPr>
          <w:rFonts w:ascii="Cambria" w:hAnsi="Cambria"/>
        </w:rPr>
        <w:t xml:space="preserve">tabeli </w:t>
      </w:r>
      <w:r w:rsidRPr="00D71D90">
        <w:rPr>
          <w:rFonts w:ascii="Cambria" w:hAnsi="Cambria"/>
        </w:rPr>
        <w:t xml:space="preserve">w pkt. </w:t>
      </w:r>
      <w:r w:rsidR="00FC031F">
        <w:rPr>
          <w:rFonts w:ascii="Cambria" w:hAnsi="Cambria"/>
        </w:rPr>
        <w:t>3</w:t>
      </w:r>
      <w:r w:rsidRPr="00D71D90">
        <w:rPr>
          <w:rFonts w:ascii="Cambria" w:hAnsi="Cambria"/>
        </w:rPr>
        <w:t xml:space="preserve"> powyżej, </w:t>
      </w:r>
      <w:r w:rsidR="00A13316" w:rsidRPr="00D71D90">
        <w:rPr>
          <w:rFonts w:ascii="Cambria" w:hAnsi="Cambria"/>
        </w:rPr>
        <w:t>będzie</w:t>
      </w:r>
      <w:r w:rsidR="008F45C7" w:rsidRPr="00D71D90">
        <w:rPr>
          <w:rFonts w:ascii="Cambria" w:hAnsi="Cambria"/>
        </w:rPr>
        <w:t xml:space="preserve"> stanowić</w:t>
      </w:r>
      <w:r w:rsidR="00A13316" w:rsidRPr="00D71D90">
        <w:rPr>
          <w:rFonts w:ascii="Cambria" w:hAnsi="Cambria"/>
        </w:rPr>
        <w:t xml:space="preserve"> podstawę do wyliczenia punktacji za kryterium </w:t>
      </w:r>
      <w:r w:rsidR="00A13316" w:rsidRPr="00D71D90">
        <w:rPr>
          <w:rFonts w:ascii="Cambria" w:hAnsi="Cambria"/>
          <w:b/>
        </w:rPr>
        <w:t xml:space="preserve">doświadczenie osoby </w:t>
      </w:r>
      <w:r w:rsidR="00FC031F">
        <w:rPr>
          <w:rFonts w:ascii="Cambria" w:hAnsi="Cambria"/>
          <w:b/>
        </w:rPr>
        <w:t>skierowanej</w:t>
      </w:r>
      <w:r w:rsidR="00A13316" w:rsidRPr="00D71D90">
        <w:rPr>
          <w:rFonts w:ascii="Cambria" w:hAnsi="Cambria"/>
          <w:b/>
        </w:rPr>
        <w:t xml:space="preserve"> do realizacji zadania </w:t>
      </w:r>
      <w:r w:rsidR="00635188" w:rsidRPr="00D71D90">
        <w:rPr>
          <w:rFonts w:ascii="Cambria" w:hAnsi="Cambria"/>
          <w:bCs/>
        </w:rPr>
        <w:t>(</w:t>
      </w:r>
      <w:r w:rsidR="00A13316" w:rsidRPr="00D21848">
        <w:rPr>
          <w:rFonts w:ascii="Cambria" w:hAnsi="Cambria"/>
          <w:b/>
        </w:rPr>
        <w:t xml:space="preserve">pkt. </w:t>
      </w:r>
      <w:r w:rsidR="00D21848" w:rsidRPr="00D21848">
        <w:rPr>
          <w:rFonts w:ascii="Cambria" w:hAnsi="Cambria"/>
          <w:b/>
        </w:rPr>
        <w:t>1</w:t>
      </w:r>
      <w:r w:rsidR="00470070">
        <w:rPr>
          <w:rFonts w:ascii="Cambria" w:hAnsi="Cambria"/>
          <w:b/>
        </w:rPr>
        <w:t>5</w:t>
      </w:r>
      <w:r w:rsidR="00D21848" w:rsidRPr="00D21848">
        <w:rPr>
          <w:rFonts w:ascii="Cambria" w:hAnsi="Cambria"/>
          <w:b/>
        </w:rPr>
        <w:t>.</w:t>
      </w:r>
      <w:r w:rsidR="00FC031F">
        <w:rPr>
          <w:rFonts w:ascii="Cambria" w:hAnsi="Cambria"/>
          <w:b/>
        </w:rPr>
        <w:t>1.2</w:t>
      </w:r>
      <w:r w:rsidR="00A13316" w:rsidRPr="00D21848">
        <w:rPr>
          <w:rFonts w:ascii="Cambria" w:hAnsi="Cambria"/>
          <w:b/>
        </w:rPr>
        <w:t xml:space="preserve"> </w:t>
      </w:r>
      <w:r w:rsidR="007E05E3" w:rsidRPr="007E05E3">
        <w:rPr>
          <w:rFonts w:ascii="Cambria" w:hAnsi="Cambria"/>
          <w:b/>
        </w:rPr>
        <w:t>Zapytania ofertowego</w:t>
      </w:r>
      <w:r w:rsidR="00635188" w:rsidRPr="00D71D90">
        <w:rPr>
          <w:rFonts w:ascii="Cambria" w:hAnsi="Cambria"/>
          <w:bCs/>
        </w:rPr>
        <w:t>)</w:t>
      </w:r>
      <w:r w:rsidR="008F45C7" w:rsidRPr="00D71D90">
        <w:rPr>
          <w:rFonts w:ascii="Cambria" w:hAnsi="Cambria"/>
          <w:bCs/>
        </w:rPr>
        <w:t>.</w:t>
      </w:r>
    </w:p>
    <w:p w14:paraId="5F5D44CE" w14:textId="367B33FC" w:rsidR="00AF2726" w:rsidRPr="00D71D90" w:rsidRDefault="00AF272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</w:rPr>
      </w:pPr>
      <w:r w:rsidRPr="00D71D90">
        <w:rPr>
          <w:rFonts w:ascii="Cambria" w:hAnsi="Cambria"/>
        </w:rPr>
        <w:t xml:space="preserve">Oświadczamy, że </w:t>
      </w:r>
      <w:bookmarkEnd w:id="2"/>
      <w:r w:rsidRPr="00D71D90">
        <w:rPr>
          <w:rFonts w:ascii="Cambria" w:hAnsi="Cambria"/>
        </w:rPr>
        <w:t xml:space="preserve">zapoznaliśmy się </w:t>
      </w:r>
      <w:r w:rsidR="00E04205" w:rsidRPr="00D71D90">
        <w:rPr>
          <w:rFonts w:ascii="Cambria" w:hAnsi="Cambria"/>
        </w:rPr>
        <w:t xml:space="preserve">z treścią </w:t>
      </w:r>
      <w:r w:rsidR="007E05E3" w:rsidRPr="007E05E3">
        <w:rPr>
          <w:rFonts w:ascii="Cambria" w:hAnsi="Cambria"/>
        </w:rPr>
        <w:t>Zapytania ofertowego</w:t>
      </w:r>
      <w:r w:rsidRPr="00D71D90">
        <w:rPr>
          <w:rFonts w:ascii="Cambria" w:hAnsi="Cambria"/>
        </w:rPr>
        <w:t xml:space="preserve"> i nie wnosimy do </w:t>
      </w:r>
      <w:r w:rsidR="00E04205" w:rsidRPr="00D71D90">
        <w:rPr>
          <w:rFonts w:ascii="Cambria" w:hAnsi="Cambria"/>
        </w:rPr>
        <w:t>niego</w:t>
      </w:r>
      <w:r w:rsidRPr="00D71D90">
        <w:rPr>
          <w:rFonts w:ascii="Cambria" w:hAnsi="Cambria"/>
        </w:rPr>
        <w:t xml:space="preserve"> zastrzeżeń oraz, że zdobyliśmy konieczne informacje do przygotowania niniejszej oferty.</w:t>
      </w:r>
    </w:p>
    <w:p w14:paraId="18258EB2" w14:textId="2F4F2ACF" w:rsidR="00AF2726" w:rsidRDefault="00AF272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</w:rPr>
      </w:pPr>
      <w:r w:rsidRPr="00D71D90">
        <w:rPr>
          <w:rFonts w:ascii="Cambria" w:hAnsi="Cambria"/>
        </w:rPr>
        <w:t xml:space="preserve">Oświadczamy, iż niniejsza oferta spełnia wymagania </w:t>
      </w:r>
      <w:r w:rsidR="006C6458" w:rsidRPr="00D71D90">
        <w:rPr>
          <w:rFonts w:ascii="Cambria" w:hAnsi="Cambria"/>
        </w:rPr>
        <w:t>Z</w:t>
      </w:r>
      <w:r w:rsidRPr="00D71D90">
        <w:rPr>
          <w:rFonts w:ascii="Cambria" w:hAnsi="Cambria"/>
        </w:rPr>
        <w:t>amawiającego z</w:t>
      </w:r>
      <w:r w:rsidR="000D0E35" w:rsidRPr="00D71D90">
        <w:rPr>
          <w:rFonts w:ascii="Cambria" w:hAnsi="Cambria"/>
        </w:rPr>
        <w:t xml:space="preserve">awarte w </w:t>
      </w:r>
      <w:r w:rsidR="00E04205" w:rsidRPr="00D71D90">
        <w:rPr>
          <w:rFonts w:ascii="Cambria" w:hAnsi="Cambria"/>
        </w:rPr>
        <w:t>dokumentacji</w:t>
      </w:r>
      <w:r w:rsidRPr="00D71D90">
        <w:rPr>
          <w:rFonts w:ascii="Cambria" w:hAnsi="Cambria"/>
        </w:rPr>
        <w:t xml:space="preserve"> zamówienia.</w:t>
      </w:r>
    </w:p>
    <w:p w14:paraId="35F99471" w14:textId="77777777" w:rsidR="00786714" w:rsidRPr="00786714" w:rsidRDefault="00786714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</w:rPr>
      </w:pPr>
      <w:r w:rsidRPr="00786714">
        <w:rPr>
          <w:rFonts w:ascii="Cambria" w:hAnsi="Cambria"/>
        </w:rPr>
        <w:t xml:space="preserve">Przedmiot zamówienia zamierzamy wykonać: </w:t>
      </w:r>
    </w:p>
    <w:p w14:paraId="42C082ED" w14:textId="77777777" w:rsidR="00786714" w:rsidRPr="00786714" w:rsidRDefault="00786714" w:rsidP="00470070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jc w:val="both"/>
        <w:textAlignment w:val="baseline"/>
        <w:rPr>
          <w:rFonts w:ascii="Cambria" w:hAnsi="Cambria"/>
        </w:rPr>
      </w:pPr>
      <w:r w:rsidRPr="00786714">
        <w:rPr>
          <w:rFonts w:ascii="Cambria" w:hAnsi="Cambria"/>
        </w:rPr>
        <w:t>siłami własnymi</w:t>
      </w:r>
      <w:r w:rsidRPr="00786714">
        <w:rPr>
          <w:rFonts w:ascii="Cambria" w:hAnsi="Cambria"/>
          <w:color w:val="EE0000"/>
        </w:rPr>
        <w:t>*</w:t>
      </w:r>
    </w:p>
    <w:p w14:paraId="6E6B89B3" w14:textId="77777777" w:rsidR="00786714" w:rsidRPr="00786714" w:rsidRDefault="00786714" w:rsidP="00470070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jc w:val="both"/>
        <w:textAlignment w:val="baseline"/>
        <w:rPr>
          <w:rFonts w:ascii="Cambria" w:hAnsi="Cambria"/>
        </w:rPr>
      </w:pPr>
      <w:r w:rsidRPr="00786714">
        <w:rPr>
          <w:rFonts w:ascii="Cambria" w:hAnsi="Cambria"/>
        </w:rPr>
        <w:t>siłami własnymi i przy pomocy Podwykonawców</w:t>
      </w:r>
      <w:r w:rsidRPr="00786714">
        <w:rPr>
          <w:rFonts w:ascii="Cambria" w:hAnsi="Cambria"/>
          <w:color w:val="EE0000"/>
        </w:rPr>
        <w:t>*</w:t>
      </w:r>
      <w:r w:rsidRPr="00786714">
        <w:rPr>
          <w:rFonts w:ascii="Cambria" w:hAnsi="Cambri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3685"/>
      </w:tblGrid>
      <w:tr w:rsidR="00786714" w:rsidRPr="00CE5DAC" w14:paraId="0500B825" w14:textId="77777777" w:rsidTr="008939BE">
        <w:trPr>
          <w:trHeight w:val="672"/>
          <w:jc w:val="center"/>
        </w:trPr>
        <w:tc>
          <w:tcPr>
            <w:tcW w:w="3827" w:type="dxa"/>
          </w:tcPr>
          <w:p w14:paraId="347FAD75" w14:textId="77777777" w:rsidR="00786714" w:rsidRPr="008369A0" w:rsidRDefault="00786714" w:rsidP="008939BE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 w:cs="Calibri"/>
                <w:i/>
                <w:color w:val="000000"/>
                <w:sz w:val="20"/>
                <w:szCs w:val="20"/>
              </w:rPr>
            </w:pP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Część zamówienia, której wykonanie Wykonawca zamierza powierzyć </w:t>
            </w:r>
            <w:r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P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odwykonawcy</w:t>
            </w:r>
          </w:p>
        </w:tc>
        <w:tc>
          <w:tcPr>
            <w:tcW w:w="3685" w:type="dxa"/>
            <w:vAlign w:val="center"/>
          </w:tcPr>
          <w:p w14:paraId="212E3700" w14:textId="77777777" w:rsidR="00786714" w:rsidRPr="008369A0" w:rsidRDefault="00786714" w:rsidP="008939BE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 w:cs="Calibri"/>
                <w:i/>
                <w:color w:val="000000"/>
                <w:sz w:val="20"/>
                <w:szCs w:val="20"/>
              </w:rPr>
            </w:pP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Nazwa </w:t>
            </w:r>
            <w:r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P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odwykonawcy</w:t>
            </w:r>
            <w:r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 </w:t>
            </w:r>
            <w:r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(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jeżeli jest już znany</w:t>
            </w:r>
            <w:r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)</w:t>
            </w:r>
          </w:p>
        </w:tc>
      </w:tr>
      <w:tr w:rsidR="00786714" w:rsidRPr="00CE5DAC" w14:paraId="27825E24" w14:textId="77777777" w:rsidTr="008939BE">
        <w:trPr>
          <w:trHeight w:val="70"/>
          <w:jc w:val="center"/>
        </w:trPr>
        <w:tc>
          <w:tcPr>
            <w:tcW w:w="3827" w:type="dxa"/>
          </w:tcPr>
          <w:p w14:paraId="07A51F50" w14:textId="77777777" w:rsidR="00786714" w:rsidRPr="00CE5DAC" w:rsidRDefault="00786714" w:rsidP="008939BE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4AEF88E" w14:textId="77777777" w:rsidR="00786714" w:rsidRPr="00CE5DAC" w:rsidRDefault="00786714" w:rsidP="008939BE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</w:tbl>
    <w:p w14:paraId="2B487116" w14:textId="3A8ED85E" w:rsidR="00786714" w:rsidRPr="00786714" w:rsidRDefault="00786714" w:rsidP="00786714">
      <w:pPr>
        <w:pStyle w:val="Tekstpodstawowywcity"/>
        <w:widowControl w:val="0"/>
        <w:adjustRightInd w:val="0"/>
        <w:spacing w:line="276" w:lineRule="auto"/>
        <w:ind w:left="720"/>
        <w:jc w:val="both"/>
        <w:textAlignment w:val="baseline"/>
        <w:rPr>
          <w:rFonts w:ascii="Cambria" w:hAnsi="Cambria"/>
        </w:rPr>
      </w:pPr>
    </w:p>
    <w:p w14:paraId="1AED1187" w14:textId="647BB883" w:rsidR="00786714" w:rsidRPr="00786714" w:rsidRDefault="00786714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</w:rPr>
      </w:pPr>
      <w:r w:rsidRPr="00786714">
        <w:rPr>
          <w:rFonts w:ascii="Cambria" w:hAnsi="Cambria"/>
        </w:rPr>
        <w:t xml:space="preserve">W przypadku gdy Wykonawca polega na zdolnościach </w:t>
      </w:r>
      <w:r>
        <w:rPr>
          <w:rFonts w:ascii="Cambria" w:hAnsi="Cambria"/>
        </w:rPr>
        <w:t>P</w:t>
      </w:r>
      <w:r w:rsidRPr="00786714">
        <w:rPr>
          <w:rFonts w:ascii="Cambria" w:hAnsi="Cambria"/>
        </w:rPr>
        <w:t xml:space="preserve">odmiotów udostępniających mu </w:t>
      </w:r>
      <w:r w:rsidRPr="00786714">
        <w:rPr>
          <w:rFonts w:ascii="Cambria" w:hAnsi="Cambria"/>
        </w:rPr>
        <w:lastRenderedPageBreak/>
        <w:t xml:space="preserve">zasoby nie wypełnia tabeli zawartej w </w:t>
      </w:r>
      <w:r w:rsidRPr="00786714">
        <w:rPr>
          <w:rFonts w:ascii="Cambria" w:hAnsi="Cambria"/>
          <w:b/>
          <w:bCs/>
        </w:rPr>
        <w:t>pkt. 7</w:t>
      </w:r>
      <w:r w:rsidRPr="00786714">
        <w:rPr>
          <w:rFonts w:ascii="Cambria" w:hAnsi="Cambria"/>
        </w:rPr>
        <w:t xml:space="preserve"> niniejszego Formularza, zgodnie z zapisem </w:t>
      </w:r>
      <w:r w:rsidRPr="00786714">
        <w:rPr>
          <w:rFonts w:ascii="Cambria" w:hAnsi="Cambria"/>
          <w:b/>
          <w:bCs/>
        </w:rPr>
        <w:t>pkt. 6.</w:t>
      </w:r>
      <w:r w:rsidR="00470070">
        <w:rPr>
          <w:rFonts w:ascii="Cambria" w:hAnsi="Cambria"/>
          <w:b/>
          <w:bCs/>
        </w:rPr>
        <w:t>5</w:t>
      </w:r>
      <w:r w:rsidRPr="00786714">
        <w:rPr>
          <w:rFonts w:ascii="Cambria" w:hAnsi="Cambria"/>
          <w:b/>
          <w:bCs/>
        </w:rPr>
        <w:t xml:space="preserve">. </w:t>
      </w:r>
      <w:r w:rsidRPr="00786714">
        <w:rPr>
          <w:rFonts w:ascii="Cambria" w:hAnsi="Cambria"/>
        </w:rPr>
        <w:t>Z</w:t>
      </w:r>
      <w:r>
        <w:rPr>
          <w:rFonts w:ascii="Cambria" w:hAnsi="Cambria"/>
        </w:rPr>
        <w:t>apytania ofertowego</w:t>
      </w:r>
      <w:r w:rsidRPr="00786714">
        <w:rPr>
          <w:rFonts w:ascii="Cambria" w:hAnsi="Cambria"/>
        </w:rPr>
        <w:t>.</w:t>
      </w:r>
    </w:p>
    <w:p w14:paraId="73DFFFCD" w14:textId="38AA5DB8" w:rsidR="00AF2726" w:rsidRPr="00D71D90" w:rsidRDefault="00AF272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</w:rPr>
      </w:pPr>
      <w:r w:rsidRPr="00D71D90">
        <w:rPr>
          <w:rFonts w:ascii="Cambria" w:hAnsi="Cambria"/>
        </w:rPr>
        <w:t>Oświadczamy, że uważamy się za związanych ofertą na czas ws</w:t>
      </w:r>
      <w:r w:rsidR="000D0E35" w:rsidRPr="00D71D90">
        <w:rPr>
          <w:rFonts w:ascii="Cambria" w:hAnsi="Cambria"/>
        </w:rPr>
        <w:t xml:space="preserve">kazany w </w:t>
      </w:r>
      <w:r w:rsidR="00E04205" w:rsidRPr="00D71D90">
        <w:rPr>
          <w:rFonts w:ascii="Cambria" w:hAnsi="Cambria"/>
        </w:rPr>
        <w:t xml:space="preserve">treści </w:t>
      </w:r>
      <w:r w:rsidR="007E05E3" w:rsidRPr="007E05E3">
        <w:rPr>
          <w:rFonts w:ascii="Cambria" w:hAnsi="Cambria"/>
        </w:rPr>
        <w:t>Zapytania ofertowego</w:t>
      </w:r>
      <w:r w:rsidRPr="00D71D90">
        <w:rPr>
          <w:rFonts w:ascii="Cambria" w:hAnsi="Cambria"/>
        </w:rPr>
        <w:t xml:space="preserve">, czyli przez </w:t>
      </w:r>
      <w:r w:rsidR="006C6458" w:rsidRPr="00D71D90">
        <w:rPr>
          <w:rFonts w:ascii="Cambria" w:hAnsi="Cambria"/>
          <w:b/>
        </w:rPr>
        <w:t>3</w:t>
      </w:r>
      <w:r w:rsidRPr="00D71D90">
        <w:rPr>
          <w:rFonts w:ascii="Cambria" w:hAnsi="Cambria"/>
          <w:b/>
        </w:rPr>
        <w:t>0 dni</w:t>
      </w:r>
      <w:r w:rsidRPr="00D71D90">
        <w:rPr>
          <w:rFonts w:ascii="Cambria" w:hAnsi="Cambria"/>
        </w:rPr>
        <w:t xml:space="preserve"> od terminu składania ofert.</w:t>
      </w:r>
    </w:p>
    <w:p w14:paraId="48C4A6E2" w14:textId="12C0FD53" w:rsidR="000C18E0" w:rsidRPr="000C18E0" w:rsidRDefault="00AF272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bCs/>
        </w:rPr>
      </w:pPr>
      <w:r w:rsidRPr="000C18E0">
        <w:rPr>
          <w:rFonts w:ascii="Cambria" w:hAnsi="Cambria"/>
        </w:rPr>
        <w:t>Oferujemy wykonanie przedmiot</w:t>
      </w:r>
      <w:r w:rsidR="008E49E1" w:rsidRPr="000C18E0">
        <w:rPr>
          <w:rFonts w:ascii="Cambria" w:hAnsi="Cambria"/>
        </w:rPr>
        <w:t>u zamówienia w</w:t>
      </w:r>
      <w:r w:rsidRPr="000C18E0">
        <w:rPr>
          <w:rFonts w:ascii="Cambria" w:hAnsi="Cambria"/>
        </w:rPr>
        <w:t xml:space="preserve"> termin</w:t>
      </w:r>
      <w:r w:rsidR="00D21848" w:rsidRPr="000C18E0">
        <w:rPr>
          <w:rFonts w:ascii="Cambria" w:hAnsi="Cambria"/>
        </w:rPr>
        <w:t xml:space="preserve">ie </w:t>
      </w:r>
      <w:r w:rsidR="000C18E0">
        <w:rPr>
          <w:rFonts w:ascii="Cambria" w:hAnsi="Cambria"/>
          <w:lang w:val="pl-PL"/>
        </w:rPr>
        <w:t xml:space="preserve">do </w:t>
      </w:r>
      <w:r w:rsidR="000C18E0" w:rsidRPr="000C18E0">
        <w:rPr>
          <w:rFonts w:ascii="Cambria" w:hAnsi="Cambria"/>
          <w:b/>
          <w:lang w:val="pl-PL"/>
        </w:rPr>
        <w:t>4 miesięcy</w:t>
      </w:r>
      <w:r w:rsidR="000C18E0">
        <w:rPr>
          <w:rFonts w:ascii="Cambria" w:hAnsi="Cambria"/>
          <w:b/>
          <w:lang w:val="pl-PL"/>
        </w:rPr>
        <w:t xml:space="preserve"> </w:t>
      </w:r>
      <w:r w:rsidR="000C18E0" w:rsidRPr="000C18E0">
        <w:rPr>
          <w:rFonts w:ascii="Cambria" w:hAnsi="Cambria"/>
          <w:bCs/>
          <w:lang w:val="pl-PL"/>
        </w:rPr>
        <w:t>licząc od dnia podpisania umowy</w:t>
      </w:r>
      <w:r w:rsidR="000C18E0" w:rsidRPr="000C18E0">
        <w:rPr>
          <w:rFonts w:ascii="Cambria" w:hAnsi="Cambria"/>
          <w:bCs/>
        </w:rPr>
        <w:t>.</w:t>
      </w:r>
    </w:p>
    <w:p w14:paraId="14C54D43" w14:textId="45938E3D" w:rsidR="00AF2726" w:rsidRPr="000C18E0" w:rsidRDefault="00AF272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</w:rPr>
      </w:pPr>
      <w:r w:rsidRPr="000C18E0">
        <w:rPr>
          <w:rFonts w:ascii="Cambria" w:hAnsi="Cambria"/>
        </w:rPr>
        <w:t xml:space="preserve">Przyjmujemy termin płatności w </w:t>
      </w:r>
      <w:r w:rsidR="0082766B" w:rsidRPr="000C18E0">
        <w:rPr>
          <w:rFonts w:ascii="Cambria" w:hAnsi="Cambria"/>
        </w:rPr>
        <w:t xml:space="preserve">terminie </w:t>
      </w:r>
      <w:r w:rsidR="0082766B" w:rsidRPr="000C18E0">
        <w:rPr>
          <w:rFonts w:ascii="Cambria" w:hAnsi="Cambria"/>
          <w:b/>
          <w:bCs/>
        </w:rPr>
        <w:t xml:space="preserve">do </w:t>
      </w:r>
      <w:r w:rsidR="00042EB0" w:rsidRPr="000C18E0">
        <w:rPr>
          <w:rFonts w:ascii="Cambria" w:hAnsi="Cambria"/>
          <w:b/>
          <w:bCs/>
        </w:rPr>
        <w:t>30</w:t>
      </w:r>
      <w:r w:rsidRPr="000C18E0">
        <w:rPr>
          <w:rFonts w:ascii="Cambria" w:hAnsi="Cambria"/>
          <w:b/>
          <w:bCs/>
        </w:rPr>
        <w:t xml:space="preserve"> dni</w:t>
      </w:r>
      <w:r w:rsidRPr="000C18E0">
        <w:rPr>
          <w:rFonts w:ascii="Cambria" w:hAnsi="Cambria"/>
        </w:rPr>
        <w:t xml:space="preserve"> od daty złożenia faktur</w:t>
      </w:r>
      <w:r w:rsidR="006C6458" w:rsidRPr="000C18E0">
        <w:rPr>
          <w:rFonts w:ascii="Cambria" w:hAnsi="Cambria"/>
        </w:rPr>
        <w:t>y w siedzibie Zamawiającego.</w:t>
      </w:r>
    </w:p>
    <w:p w14:paraId="7031B7B6" w14:textId="77777777" w:rsidR="00AF2726" w:rsidRPr="00D71D90" w:rsidRDefault="00AF272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</w:rPr>
      </w:pPr>
      <w:r w:rsidRPr="00D71D90">
        <w:rPr>
          <w:rFonts w:ascii="Cambria" w:hAnsi="Cambria"/>
        </w:rPr>
        <w:t xml:space="preserve">Upoważniamy </w:t>
      </w:r>
      <w:r w:rsidR="006C6458" w:rsidRPr="00D71D90">
        <w:rPr>
          <w:rFonts w:ascii="Cambria" w:hAnsi="Cambria"/>
        </w:rPr>
        <w:t>Z</w:t>
      </w:r>
      <w:r w:rsidRPr="00D71D90">
        <w:rPr>
          <w:rFonts w:ascii="Cambria" w:hAnsi="Cambria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D71D90" w:rsidRDefault="00AF272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</w:rPr>
      </w:pPr>
      <w:r w:rsidRPr="00D71D90">
        <w:rPr>
          <w:rFonts w:ascii="Cambria" w:hAnsi="Cambria"/>
        </w:rPr>
        <w:t>Oświadczamy, iż wszystkie informacje zamieszczone w ofercie są prawdziwe (za składanie nieprawdziwych informacji Wykonawca odpowiada zgodnie z art. 297 KK).</w:t>
      </w:r>
    </w:p>
    <w:p w14:paraId="47115ACF" w14:textId="191833F9" w:rsidR="008E08BD" w:rsidRPr="00D71D90" w:rsidRDefault="008E08BD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u w:val="single"/>
          <w:lang w:eastAsia="en-US"/>
        </w:rPr>
      </w:pPr>
      <w:r w:rsidRPr="00D71D90">
        <w:rPr>
          <w:rFonts w:ascii="Cambria" w:eastAsia="Calibri" w:hAnsi="Cambria" w:cs="Calibri"/>
          <w:lang w:eastAsia="en-US"/>
        </w:rPr>
        <w:t>Oświadczamy, że jesteśmy zakwalifikowani (</w:t>
      </w:r>
      <w:r w:rsidRPr="00D71D90">
        <w:rPr>
          <w:rFonts w:ascii="Cambria" w:hAnsi="Cambria" w:cs="Calibri"/>
          <w:bCs/>
        </w:rPr>
        <w:t xml:space="preserve">w rozumieniu art. 4 pkt 6 ustawy z dnia 8 marca 2013 r. o przeciwdziałaniu nadmiernym opóźnieniom w transakcjach handlowych) jako </w:t>
      </w:r>
      <w:r w:rsidRPr="00D71D90">
        <w:rPr>
          <w:rFonts w:ascii="Cambria" w:hAnsi="Cambria" w:cs="Calibri"/>
          <w:bCs/>
          <w:u w:val="single"/>
        </w:rPr>
        <w:t>duże przedsiębiorstwo</w:t>
      </w:r>
      <w:r w:rsidRPr="00D71D90">
        <w:rPr>
          <w:rFonts w:ascii="Cambria" w:hAnsi="Cambria" w:cs="Calibri"/>
          <w:bCs/>
        </w:rPr>
        <w:t>: tak/nie</w:t>
      </w:r>
      <w:bookmarkStart w:id="5" w:name="_Hlk198033030"/>
      <w:r w:rsidRPr="00D71D90">
        <w:rPr>
          <w:rFonts w:ascii="Cambria" w:hAnsi="Cambria" w:cs="Calibri"/>
          <w:bCs/>
          <w:color w:val="FF0000"/>
        </w:rPr>
        <w:t>*</w:t>
      </w:r>
      <w:bookmarkEnd w:id="5"/>
      <w:r w:rsidRPr="00D71D90">
        <w:rPr>
          <w:rFonts w:ascii="Cambria" w:hAnsi="Cambria" w:cs="Calibri"/>
          <w:bCs/>
        </w:rPr>
        <w:t>.</w:t>
      </w:r>
    </w:p>
    <w:p w14:paraId="7FD597DA" w14:textId="77777777" w:rsidR="008E08BD" w:rsidRPr="00D71D90" w:rsidRDefault="008E08BD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</w:rPr>
      </w:pPr>
      <w:r w:rsidRPr="00D71D90">
        <w:rPr>
          <w:rFonts w:ascii="Cambria" w:hAnsi="Cambria"/>
        </w:rPr>
        <w:t>Oświadczamy, że wypełniliśmy obowiązki informacyjne przewidziane w art. 13 lub art. 14 RODO</w:t>
      </w:r>
      <w:r w:rsidRPr="00D71D90">
        <w:rPr>
          <w:rStyle w:val="Odwoanieprzypisudolnego"/>
          <w:rFonts w:ascii="Cambria" w:eastAsia="Calibri" w:hAnsi="Cambria"/>
        </w:rPr>
        <w:footnoteReference w:id="1"/>
      </w:r>
      <w:r w:rsidRPr="00D71D90">
        <w:rPr>
          <w:rStyle w:val="Odwoanieprzypisudolnego"/>
          <w:rFonts w:ascii="Cambria" w:eastAsia="Calibri" w:hAnsi="Cambria"/>
        </w:rPr>
        <w:t xml:space="preserve"> </w:t>
      </w:r>
      <w:r w:rsidRPr="00D71D90">
        <w:rPr>
          <w:rFonts w:ascii="Cambria" w:hAnsi="Cambria"/>
        </w:rPr>
        <w:t xml:space="preserve"> wobec osób fizycznych, od których dane osobowe bezpośrednio lub pośrednio pozyskałem w celu ubiegania się o udzielenie zamówienia publicznego w niniejszym postępowaniu</w:t>
      </w:r>
      <w:r w:rsidRPr="00D71D90">
        <w:rPr>
          <w:rStyle w:val="Odwoanieprzypisudolnego"/>
          <w:rFonts w:ascii="Cambria" w:eastAsia="Calibri" w:hAnsi="Cambria"/>
        </w:rPr>
        <w:footnoteReference w:id="2"/>
      </w:r>
      <w:r w:rsidRPr="00D71D90">
        <w:rPr>
          <w:rStyle w:val="Odwoanieprzypisudolnego"/>
          <w:rFonts w:ascii="Cambria" w:eastAsia="Calibri" w:hAnsi="Cambria"/>
        </w:rPr>
        <w:t>.</w:t>
      </w:r>
      <w:r w:rsidRPr="00D71D90">
        <w:rPr>
          <w:rFonts w:ascii="Cambria" w:eastAsia="Calibri" w:hAnsi="Cambria"/>
        </w:rPr>
        <w:t xml:space="preserve"> </w:t>
      </w:r>
    </w:p>
    <w:p w14:paraId="270CF4E9" w14:textId="16AC3814" w:rsidR="00E503AB" w:rsidRPr="00E503AB" w:rsidRDefault="00E503AB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</w:rPr>
      </w:pPr>
      <w:r w:rsidRPr="00E503AB">
        <w:rPr>
          <w:rFonts w:ascii="Cambria" w:hAnsi="Cambria"/>
        </w:rPr>
        <w:t>Żadna z informacji zawarta w ofercie nie stanowi tajemnicy przedsiębiorstwa</w:t>
      </w:r>
      <w:r w:rsidR="00952B7E" w:rsidRPr="00D71D90">
        <w:rPr>
          <w:rFonts w:ascii="Cambria" w:hAnsi="Cambria" w:cs="Calibri"/>
          <w:bCs/>
          <w:color w:val="FF0000"/>
        </w:rPr>
        <w:t>*</w:t>
      </w:r>
      <w:r w:rsidRPr="00E503AB">
        <w:rPr>
          <w:rFonts w:ascii="Cambria" w:hAnsi="Cambria"/>
        </w:rPr>
        <w:t>/ Informacje zawarte w pliku oznaczonym jako ……………………. stanowią tajemnicę przedsiębiorstwa</w:t>
      </w:r>
      <w:r w:rsidRPr="00D71D90">
        <w:rPr>
          <w:rFonts w:ascii="Cambria" w:hAnsi="Cambria" w:cs="Calibri"/>
          <w:bCs/>
          <w:color w:val="FF0000"/>
        </w:rPr>
        <w:t>*</w:t>
      </w:r>
      <w:r w:rsidRPr="00E503AB">
        <w:rPr>
          <w:rFonts w:ascii="Cambria" w:hAnsi="Cambria"/>
        </w:rPr>
        <w:t>:</w:t>
      </w:r>
    </w:p>
    <w:p w14:paraId="371C6689" w14:textId="232591F5" w:rsidR="00E503AB" w:rsidRDefault="00E503AB" w:rsidP="00E503AB">
      <w:pPr>
        <w:pStyle w:val="Tekstpodstawowywcity"/>
        <w:widowControl w:val="0"/>
        <w:adjustRightInd w:val="0"/>
        <w:spacing w:line="276" w:lineRule="auto"/>
        <w:jc w:val="both"/>
        <w:textAlignment w:val="baseline"/>
        <w:rPr>
          <w:rFonts w:ascii="Cambria" w:hAnsi="Cambria"/>
        </w:rPr>
      </w:pPr>
      <w:r w:rsidRPr="00E503AB">
        <w:rPr>
          <w:rFonts w:ascii="Cambria" w:hAnsi="Cambria"/>
        </w:rPr>
        <w:t xml:space="preserve">Uzasadnienie, że zastrzeżone informacje stanowią tajemnicę przedsiębiorstwa: </w:t>
      </w:r>
      <w:r w:rsidRPr="00D71D90">
        <w:rPr>
          <w:rFonts w:ascii="Cambria" w:hAnsi="Cambria" w:cs="Calibri"/>
          <w:bCs/>
          <w:color w:val="FF0000"/>
        </w:rPr>
        <w:t>*</w:t>
      </w:r>
    </w:p>
    <w:p w14:paraId="0E7924AD" w14:textId="77777777" w:rsidR="00E503AB" w:rsidRPr="008369A0" w:rsidRDefault="00E503AB" w:rsidP="00E503AB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</w:t>
      </w:r>
    </w:p>
    <w:p w14:paraId="1477982F" w14:textId="3EFADC5C" w:rsidR="003B2FA5" w:rsidRDefault="003B2FA5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</w:rPr>
      </w:pPr>
      <w:r>
        <w:rPr>
          <w:rFonts w:ascii="Cambria" w:hAnsi="Cambria"/>
        </w:rPr>
        <w:t>O</w:t>
      </w:r>
      <w:r w:rsidR="0005555E">
        <w:rPr>
          <w:rFonts w:ascii="Cambria" w:hAnsi="Cambria"/>
        </w:rPr>
        <w:t>ś</w:t>
      </w:r>
      <w:r>
        <w:rPr>
          <w:rFonts w:ascii="Cambria" w:hAnsi="Cambria"/>
        </w:rPr>
        <w:t xml:space="preserve">wiadczam, że nie </w:t>
      </w:r>
      <w:r w:rsidR="0005555E">
        <w:rPr>
          <w:rFonts w:ascii="Cambria" w:hAnsi="Cambria"/>
        </w:rPr>
        <w:t xml:space="preserve">załączam dokumentu pn. ………………………, a Zamawiający winien </w:t>
      </w:r>
      <w:r w:rsidR="0005555E" w:rsidRPr="0005555E">
        <w:rPr>
          <w:rFonts w:ascii="Cambria" w:hAnsi="Cambria"/>
        </w:rPr>
        <w:t>go uzyskać za pomocą bezpłatnych i ogólnodostępnych baz danych</w:t>
      </w:r>
      <w:r w:rsidR="0005555E">
        <w:rPr>
          <w:rFonts w:ascii="Cambria" w:hAnsi="Cambria"/>
        </w:rPr>
        <w:t xml:space="preserve"> pod adresem ………………. </w:t>
      </w:r>
      <w:r w:rsidR="0005555E" w:rsidRPr="0005555E">
        <w:rPr>
          <w:rFonts w:ascii="Cambria" w:hAnsi="Cambria"/>
          <w:color w:val="EE0000"/>
        </w:rPr>
        <w:t>*</w:t>
      </w:r>
    </w:p>
    <w:p w14:paraId="71BAB085" w14:textId="3E548144" w:rsidR="008C67BC" w:rsidRPr="008C67BC" w:rsidRDefault="008C67BC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</w:rPr>
      </w:pPr>
      <w:r>
        <w:rPr>
          <w:rFonts w:ascii="Cambria" w:hAnsi="Cambria"/>
        </w:rPr>
        <w:t>Oświadczam, że do oferty nie dołączam dowodów, o których mowa w pkt. 6.1 ppkt 2 ZO</w:t>
      </w:r>
      <w:r w:rsidRPr="008C67BC">
        <w:rPr>
          <w:rFonts w:ascii="Cambria" w:hAnsi="Cambria"/>
          <w:color w:val="EE0000"/>
        </w:rPr>
        <w:t>*</w:t>
      </w:r>
    </w:p>
    <w:p w14:paraId="72BD5835" w14:textId="0846D4D5" w:rsidR="008C67BC" w:rsidRPr="008C67BC" w:rsidRDefault="008C67BC" w:rsidP="008C67BC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/>
        </w:rPr>
      </w:pPr>
      <w:r w:rsidRPr="008C67BC">
        <w:rPr>
          <w:rFonts w:ascii="Cambria" w:hAnsi="Cambria"/>
        </w:rPr>
        <w:t>Uzasadnienie (wskazanie przyczyny) ………………………………………………………………………</w:t>
      </w:r>
    </w:p>
    <w:p w14:paraId="7C1573D9" w14:textId="330F6C4E" w:rsidR="00AF2726" w:rsidRPr="00D71D90" w:rsidRDefault="00AF2726" w:rsidP="00470070">
      <w:pPr>
        <w:pStyle w:val="Tekstpodstawowywcity"/>
        <w:widowControl w:val="0"/>
        <w:numPr>
          <w:ilvl w:val="0"/>
          <w:numId w:val="4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</w:rPr>
      </w:pPr>
      <w:r w:rsidRPr="00D71D90">
        <w:rPr>
          <w:rFonts w:ascii="Cambria" w:hAnsi="Cambria"/>
        </w:rPr>
        <w:t>Do oferty załączone zostały następujące oświadczenia i dokumenty:</w:t>
      </w:r>
    </w:p>
    <w:p w14:paraId="6B08ABF3" w14:textId="77777777" w:rsidR="00AF2726" w:rsidRPr="00D71D90" w:rsidRDefault="00AF2726" w:rsidP="00470070">
      <w:pPr>
        <w:numPr>
          <w:ilvl w:val="0"/>
          <w:numId w:val="3"/>
        </w:numPr>
        <w:spacing w:line="276" w:lineRule="auto"/>
        <w:rPr>
          <w:rFonts w:ascii="Cambria" w:hAnsi="Cambria"/>
        </w:rPr>
      </w:pPr>
      <w:r w:rsidRPr="00D71D90">
        <w:rPr>
          <w:rFonts w:ascii="Cambria" w:hAnsi="Cambria"/>
        </w:rPr>
        <w:t>Odpis z rejestru</w:t>
      </w:r>
    </w:p>
    <w:p w14:paraId="542FE436" w14:textId="77777777" w:rsidR="005805D0" w:rsidRPr="00D71D90" w:rsidRDefault="005805D0" w:rsidP="00470070">
      <w:pPr>
        <w:numPr>
          <w:ilvl w:val="0"/>
          <w:numId w:val="3"/>
        </w:numPr>
        <w:spacing w:line="276" w:lineRule="auto"/>
        <w:rPr>
          <w:rFonts w:ascii="Cambria" w:hAnsi="Cambria"/>
        </w:rPr>
      </w:pPr>
      <w:r w:rsidRPr="00D71D90">
        <w:rPr>
          <w:rFonts w:ascii="Cambria" w:hAnsi="Cambria"/>
        </w:rPr>
        <w:t>Pełnomocnictwo</w:t>
      </w:r>
      <w:r w:rsidRPr="00D71D90">
        <w:rPr>
          <w:rFonts w:ascii="Cambria" w:hAnsi="Cambria"/>
          <w:color w:val="FF0000"/>
        </w:rPr>
        <w:t>*</w:t>
      </w:r>
    </w:p>
    <w:p w14:paraId="7F3464E1" w14:textId="78BC92A5" w:rsidR="00CB696A" w:rsidRDefault="00044A57" w:rsidP="00470070">
      <w:pPr>
        <w:numPr>
          <w:ilvl w:val="0"/>
          <w:numId w:val="3"/>
        </w:numPr>
        <w:spacing w:line="276" w:lineRule="auto"/>
        <w:rPr>
          <w:rFonts w:ascii="Cambria" w:hAnsi="Cambria"/>
        </w:rPr>
      </w:pPr>
      <w:r w:rsidRPr="00D71D90">
        <w:rPr>
          <w:rFonts w:ascii="Cambria" w:hAnsi="Cambria"/>
        </w:rPr>
        <w:t>Dowody, o których mowa w pkt. 3 niniejszego Formularza</w:t>
      </w:r>
    </w:p>
    <w:p w14:paraId="6BF4C6EC" w14:textId="362AEDBF" w:rsidR="00D21848" w:rsidRDefault="00D21848" w:rsidP="00470070">
      <w:pPr>
        <w:numPr>
          <w:ilvl w:val="0"/>
          <w:numId w:val="3"/>
        </w:numPr>
        <w:spacing w:line="276" w:lineRule="auto"/>
        <w:rPr>
          <w:rFonts w:ascii="Cambria" w:hAnsi="Cambria"/>
        </w:rPr>
      </w:pPr>
      <w:bookmarkStart w:id="6" w:name="_Hlk204856482"/>
      <w:r w:rsidRPr="00D21848">
        <w:rPr>
          <w:rFonts w:ascii="Cambria" w:hAnsi="Cambria"/>
          <w:b/>
          <w:bCs/>
        </w:rPr>
        <w:lastRenderedPageBreak/>
        <w:t>Załącznik nr 4</w:t>
      </w:r>
      <w:r w:rsidR="008C67BC">
        <w:rPr>
          <w:rFonts w:ascii="Cambria" w:hAnsi="Cambria"/>
          <w:b/>
          <w:bCs/>
        </w:rPr>
        <w:t xml:space="preserve"> </w:t>
      </w:r>
      <w:r w:rsidRPr="00983501">
        <w:rPr>
          <w:rFonts w:ascii="Cambria" w:hAnsi="Cambria"/>
        </w:rPr>
        <w:t>do</w:t>
      </w:r>
      <w:r w:rsidRPr="00D21848">
        <w:rPr>
          <w:rFonts w:ascii="Cambria" w:hAnsi="Cambria"/>
          <w:b/>
          <w:bCs/>
        </w:rPr>
        <w:t xml:space="preserve"> </w:t>
      </w:r>
      <w:r w:rsidR="007E05E3" w:rsidRPr="00983501">
        <w:rPr>
          <w:rFonts w:ascii="Cambria" w:hAnsi="Cambria"/>
        </w:rPr>
        <w:t>Zapytania ofertowego</w:t>
      </w:r>
      <w:r>
        <w:rPr>
          <w:rFonts w:ascii="Cambria" w:hAnsi="Cambria"/>
        </w:rPr>
        <w:t xml:space="preserve"> </w:t>
      </w:r>
      <w:bookmarkEnd w:id="6"/>
      <w:r>
        <w:rPr>
          <w:rFonts w:ascii="Cambria" w:hAnsi="Cambria"/>
        </w:rPr>
        <w:t>wraz z dowodami</w:t>
      </w:r>
    </w:p>
    <w:p w14:paraId="2C040D5C" w14:textId="4D5DE6AA" w:rsidR="00786714" w:rsidRPr="008C67BC" w:rsidRDefault="008C67BC" w:rsidP="00470070">
      <w:pPr>
        <w:pStyle w:val="Akapitzlist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b/>
          <w:bCs/>
        </w:rPr>
        <w:t>Dowody</w:t>
      </w:r>
      <w:r w:rsidRPr="008C67BC">
        <w:rPr>
          <w:rFonts w:ascii="Cambria" w:hAnsi="Cambria"/>
          <w:color w:val="EE0000"/>
        </w:rPr>
        <w:t>*</w:t>
      </w:r>
      <w:r>
        <w:rPr>
          <w:rFonts w:ascii="Cambria" w:hAnsi="Cambria"/>
          <w:b/>
          <w:bCs/>
        </w:rPr>
        <w:t xml:space="preserve"> / inne dokumenty </w:t>
      </w:r>
      <w:r w:rsidRPr="008C67BC">
        <w:rPr>
          <w:rFonts w:ascii="Cambria" w:hAnsi="Cambria"/>
        </w:rPr>
        <w:t>w związku z wypełnieniem pkt. 1</w:t>
      </w:r>
      <w:r w:rsidR="00470070">
        <w:rPr>
          <w:rFonts w:ascii="Cambria" w:hAnsi="Cambria"/>
        </w:rPr>
        <w:t>8</w:t>
      </w:r>
      <w:r w:rsidRPr="008C67BC">
        <w:rPr>
          <w:rFonts w:ascii="Cambria" w:hAnsi="Cambria"/>
        </w:rPr>
        <w:t xml:space="preserve"> niniejszego Formularza</w:t>
      </w:r>
      <w:r w:rsidRPr="008C67BC">
        <w:rPr>
          <w:rFonts w:ascii="Cambria" w:hAnsi="Cambria"/>
          <w:color w:val="EE0000"/>
        </w:rPr>
        <w:t>*</w:t>
      </w:r>
    </w:p>
    <w:p w14:paraId="370409EF" w14:textId="5ACE9CF5" w:rsidR="007E05E3" w:rsidRPr="007E05E3" w:rsidRDefault="007E05E3" w:rsidP="00470070">
      <w:pPr>
        <w:numPr>
          <w:ilvl w:val="0"/>
          <w:numId w:val="3"/>
        </w:numPr>
        <w:spacing w:line="276" w:lineRule="auto"/>
        <w:rPr>
          <w:rFonts w:ascii="Cambria" w:hAnsi="Cambria"/>
          <w:b/>
          <w:bCs/>
        </w:rPr>
      </w:pPr>
      <w:r w:rsidRPr="007E05E3">
        <w:rPr>
          <w:rFonts w:ascii="Cambria" w:hAnsi="Cambria"/>
          <w:b/>
          <w:bCs/>
        </w:rPr>
        <w:t xml:space="preserve">Załącznik nr 5 </w:t>
      </w:r>
      <w:r w:rsidRPr="00983501">
        <w:rPr>
          <w:rFonts w:ascii="Cambria" w:hAnsi="Cambria"/>
        </w:rPr>
        <w:t>do Zapytania ofertowego</w:t>
      </w:r>
    </w:p>
    <w:p w14:paraId="18FAA52F" w14:textId="500EB735" w:rsidR="00A86859" w:rsidRPr="00786714" w:rsidRDefault="00A86859" w:rsidP="00470070">
      <w:pPr>
        <w:numPr>
          <w:ilvl w:val="0"/>
          <w:numId w:val="3"/>
        </w:numPr>
        <w:jc w:val="both"/>
        <w:rPr>
          <w:rFonts w:ascii="Cambria" w:hAnsi="Cambria"/>
        </w:rPr>
      </w:pPr>
      <w:r w:rsidRPr="00D71D90">
        <w:rPr>
          <w:rFonts w:ascii="Cambria" w:hAnsi="Cambria"/>
        </w:rPr>
        <w:t>Wyjaśnienia, iż zastrzeżone informacje stanowią tajemnicę przedsiębiorstwa</w:t>
      </w:r>
      <w:r w:rsidRPr="00D71D90">
        <w:rPr>
          <w:rFonts w:ascii="Cambria" w:hAnsi="Cambria"/>
          <w:color w:val="FF0000"/>
        </w:rPr>
        <w:t>*</w:t>
      </w:r>
    </w:p>
    <w:p w14:paraId="6494AC91" w14:textId="589D68A8" w:rsidR="00786714" w:rsidRPr="007B3DF3" w:rsidRDefault="00786714" w:rsidP="00470070">
      <w:pPr>
        <w:numPr>
          <w:ilvl w:val="0"/>
          <w:numId w:val="3"/>
        </w:numPr>
        <w:jc w:val="both"/>
        <w:rPr>
          <w:rFonts w:ascii="Cambria" w:hAnsi="Cambria"/>
        </w:rPr>
      </w:pPr>
      <w:r w:rsidRPr="00786714">
        <w:rPr>
          <w:rFonts w:ascii="Cambria" w:hAnsi="Cambria"/>
          <w:b/>
          <w:bCs/>
        </w:rPr>
        <w:t>Załącznik nr 6</w:t>
      </w:r>
      <w:r w:rsidRPr="00786714">
        <w:rPr>
          <w:rFonts w:ascii="Cambria" w:hAnsi="Cambria"/>
        </w:rPr>
        <w:t xml:space="preserve"> do Zapytania ofertowego</w:t>
      </w:r>
      <w:r w:rsidRPr="00786714">
        <w:rPr>
          <w:rFonts w:ascii="Cambria" w:hAnsi="Cambria"/>
          <w:color w:val="EE0000"/>
        </w:rPr>
        <w:t>*</w:t>
      </w:r>
    </w:p>
    <w:p w14:paraId="7292FEFD" w14:textId="2DEB6EEF" w:rsidR="007B3DF3" w:rsidRPr="00786714" w:rsidRDefault="007B3DF3" w:rsidP="00470070">
      <w:pPr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Załącznik nr 7</w:t>
      </w:r>
      <w:r w:rsidRPr="007B3DF3">
        <w:rPr>
          <w:rFonts w:ascii="Cambria" w:hAnsi="Cambria"/>
          <w:b/>
          <w:bCs/>
          <w:color w:val="EE0000"/>
        </w:rPr>
        <w:t>*</w:t>
      </w:r>
      <w:r>
        <w:rPr>
          <w:rFonts w:ascii="Cambria" w:hAnsi="Cambria"/>
          <w:b/>
          <w:bCs/>
        </w:rPr>
        <w:t>/7 a)</w:t>
      </w:r>
      <w:r w:rsidRPr="007B3DF3">
        <w:rPr>
          <w:rFonts w:ascii="Cambria" w:hAnsi="Cambria"/>
          <w:b/>
          <w:bCs/>
          <w:color w:val="EE0000"/>
        </w:rPr>
        <w:t>*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do Zapytania ofertowego</w:t>
      </w:r>
    </w:p>
    <w:p w14:paraId="4C52BB57" w14:textId="77777777" w:rsidR="008E08BD" w:rsidRPr="00D71D90" w:rsidRDefault="008E08BD" w:rsidP="00470070">
      <w:pPr>
        <w:numPr>
          <w:ilvl w:val="0"/>
          <w:numId w:val="3"/>
        </w:numPr>
        <w:spacing w:line="276" w:lineRule="auto"/>
        <w:rPr>
          <w:rFonts w:ascii="Cambria" w:hAnsi="Cambria"/>
        </w:rPr>
      </w:pPr>
      <w:r w:rsidRPr="00D71D90">
        <w:rPr>
          <w:rFonts w:ascii="Cambria" w:hAnsi="Cambria"/>
        </w:rPr>
        <w:t>Inne dokumenty:</w:t>
      </w:r>
    </w:p>
    <w:p w14:paraId="1CE9DCA3" w14:textId="77777777" w:rsidR="008E08BD" w:rsidRPr="00D71D90" w:rsidRDefault="008E08BD" w:rsidP="00675188">
      <w:pPr>
        <w:spacing w:line="276" w:lineRule="auto"/>
        <w:ind w:left="1080"/>
        <w:rPr>
          <w:rFonts w:ascii="Cambria" w:hAnsi="Cambria"/>
        </w:rPr>
      </w:pPr>
      <w:r w:rsidRPr="00D71D90">
        <w:rPr>
          <w:rFonts w:ascii="Cambria" w:hAnsi="Cambria"/>
        </w:rPr>
        <w:t>……………………………..</w:t>
      </w:r>
    </w:p>
    <w:p w14:paraId="4A2F0BD2" w14:textId="21AFF6FD" w:rsidR="00A21694" w:rsidRPr="00D71D90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</w:rPr>
      </w:pPr>
      <w:r w:rsidRPr="00D71D90">
        <w:rPr>
          <w:rFonts w:ascii="Cambria" w:hAnsi="Cambria"/>
        </w:rPr>
        <w:t>.................................., dnia ...................</w:t>
      </w:r>
    </w:p>
    <w:p w14:paraId="3B7D292B" w14:textId="77777777" w:rsidR="00A86859" w:rsidRPr="00D71D90" w:rsidRDefault="00A86859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</w:rPr>
      </w:pPr>
    </w:p>
    <w:p w14:paraId="09E54A63" w14:textId="77777777" w:rsidR="0079113D" w:rsidRPr="00D71D90" w:rsidRDefault="00AF2726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</w:rPr>
      </w:pPr>
      <w:r w:rsidRPr="00D71D90">
        <w:rPr>
          <w:rFonts w:ascii="Cambria" w:hAnsi="Cambria"/>
          <w:i/>
          <w:color w:val="FF0000"/>
        </w:rPr>
        <w:t>*</w:t>
      </w:r>
      <w:r w:rsidRPr="00E503AB">
        <w:rPr>
          <w:rFonts w:ascii="Cambria" w:hAnsi="Cambria"/>
          <w:i/>
          <w:sz w:val="16"/>
          <w:szCs w:val="16"/>
        </w:rPr>
        <w:t>niepotrzebne skreślić</w:t>
      </w:r>
    </w:p>
    <w:p w14:paraId="274D09BC" w14:textId="77777777" w:rsidR="00A86859" w:rsidRPr="00D71D90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</w:rPr>
      </w:pPr>
    </w:p>
    <w:p w14:paraId="6B9AE8B6" w14:textId="7F44D17F" w:rsidR="00A86859" w:rsidRPr="00D71D90" w:rsidRDefault="00A86859" w:rsidP="00B93E1D">
      <w:pPr>
        <w:jc w:val="center"/>
        <w:rPr>
          <w:rFonts w:ascii="Cambria" w:hAnsi="Cambria"/>
        </w:rPr>
      </w:pPr>
      <w:r w:rsidRPr="00D71D90">
        <w:rPr>
          <w:rFonts w:ascii="Cambria" w:hAnsi="Cambria" w:cs="Calibri"/>
          <w:b/>
          <w:bCs/>
          <w:color w:val="FF0000"/>
        </w:rPr>
        <w:t xml:space="preserve">Uwaga! Wypełniony Formularz Oferty należy </w:t>
      </w:r>
      <w:r w:rsidR="00B93E1D">
        <w:rPr>
          <w:rFonts w:ascii="Cambria" w:hAnsi="Cambria" w:cs="Calibri"/>
          <w:b/>
          <w:bCs/>
          <w:color w:val="FF0000"/>
        </w:rPr>
        <w:t>podpisać w sposób wskazany w pkt. 10.2 Zapytania ofertowego.</w:t>
      </w:r>
    </w:p>
    <w:sectPr w:rsidR="00A86859" w:rsidRPr="00D71D90" w:rsidSect="005422CD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eastAsiaTheme="majorEastAsia" w:hAnsi="Cambria" w:cstheme="majorBidi"/>
        <w:sz w:val="22"/>
        <w:szCs w:val="22"/>
        <w:lang w:eastAsia="en-US"/>
      </w:rPr>
      <w:id w:val="1679459426"/>
      <w:docPartObj>
        <w:docPartGallery w:val="Page Numbers (Bottom of Page)"/>
        <w:docPartUnique/>
      </w:docPartObj>
    </w:sdtPr>
    <w:sdtEndPr/>
    <w:sdtContent>
      <w:p w14:paraId="66B74D56" w14:textId="657D6895" w:rsidR="007E05E3" w:rsidRPr="007E05E3" w:rsidRDefault="007E05E3" w:rsidP="007E05E3">
        <w:pPr>
          <w:tabs>
            <w:tab w:val="center" w:pos="4536"/>
            <w:tab w:val="right" w:pos="9072"/>
          </w:tabs>
          <w:rPr>
            <w:rFonts w:ascii="Cambria" w:eastAsiaTheme="minorHAnsi" w:hAnsi="Cambria" w:cstheme="minorBidi"/>
            <w:b/>
            <w:bCs/>
            <w:i/>
            <w:iCs/>
            <w:sz w:val="22"/>
            <w:szCs w:val="22"/>
            <w:lang w:eastAsia="en-US"/>
          </w:rPr>
        </w:pPr>
        <w:r w:rsidRPr="007E05E3">
          <w:rPr>
            <w:rFonts w:ascii="Cambria" w:eastAsiaTheme="minorHAnsi" w:hAnsi="Cambria" w:cstheme="minorBidi"/>
            <w:b/>
            <w:bCs/>
            <w:i/>
            <w:iCs/>
            <w:sz w:val="22"/>
            <w:szCs w:val="22"/>
            <w:lang w:eastAsia="en-US"/>
          </w:rPr>
          <w:t xml:space="preserve">Załącznik nr </w:t>
        </w:r>
        <w:r>
          <w:rPr>
            <w:rFonts w:ascii="Cambria" w:eastAsiaTheme="minorHAnsi" w:hAnsi="Cambria" w:cstheme="minorBidi"/>
            <w:b/>
            <w:bCs/>
            <w:i/>
            <w:iCs/>
            <w:sz w:val="22"/>
            <w:szCs w:val="22"/>
            <w:lang w:eastAsia="en-US"/>
          </w:rPr>
          <w:t>2</w:t>
        </w:r>
        <w:r w:rsidRPr="007E05E3">
          <w:rPr>
            <w:rFonts w:ascii="Cambria" w:eastAsiaTheme="minorHAnsi" w:hAnsi="Cambria" w:cstheme="minorBidi"/>
            <w:b/>
            <w:bCs/>
            <w:i/>
            <w:iCs/>
            <w:sz w:val="22"/>
            <w:szCs w:val="22"/>
            <w:lang w:eastAsia="en-US"/>
          </w:rPr>
          <w:t xml:space="preserve"> do EZP/</w:t>
        </w:r>
        <w:r w:rsidR="008C67BC">
          <w:rPr>
            <w:rFonts w:ascii="Cambria" w:eastAsiaTheme="minorHAnsi" w:hAnsi="Cambria" w:cstheme="minorBidi"/>
            <w:b/>
            <w:bCs/>
            <w:i/>
            <w:iCs/>
            <w:sz w:val="22"/>
            <w:szCs w:val="22"/>
            <w:lang w:eastAsia="en-US"/>
          </w:rPr>
          <w:t>5</w:t>
        </w:r>
        <w:r w:rsidR="000C18E0">
          <w:rPr>
            <w:rFonts w:ascii="Cambria" w:eastAsiaTheme="minorHAnsi" w:hAnsi="Cambria" w:cstheme="minorBidi"/>
            <w:b/>
            <w:bCs/>
            <w:i/>
            <w:iCs/>
            <w:sz w:val="22"/>
            <w:szCs w:val="22"/>
            <w:lang w:eastAsia="en-US"/>
          </w:rPr>
          <w:t>89</w:t>
        </w:r>
        <w:r w:rsidRPr="007E05E3">
          <w:rPr>
            <w:rFonts w:ascii="Cambria" w:eastAsiaTheme="minorHAnsi" w:hAnsi="Cambria" w:cstheme="minorBidi"/>
            <w:b/>
            <w:bCs/>
            <w:i/>
            <w:iCs/>
            <w:sz w:val="22"/>
            <w:szCs w:val="22"/>
            <w:lang w:eastAsia="en-US"/>
          </w:rPr>
          <w:t>/2025</w:t>
        </w:r>
      </w:p>
      <w:p w14:paraId="211ECE49" w14:textId="77777777" w:rsidR="007E05E3" w:rsidRPr="007E05E3" w:rsidRDefault="007E05E3" w:rsidP="007E05E3">
        <w:pPr>
          <w:tabs>
            <w:tab w:val="center" w:pos="4536"/>
            <w:tab w:val="right" w:pos="9072"/>
          </w:tabs>
          <w:jc w:val="right"/>
          <w:rPr>
            <w:rFonts w:ascii="Cambria" w:eastAsiaTheme="majorEastAsia" w:hAnsi="Cambria" w:cstheme="majorBidi"/>
            <w:sz w:val="22"/>
            <w:szCs w:val="22"/>
            <w:lang w:eastAsia="en-US"/>
          </w:rPr>
        </w:pPr>
        <w:r w:rsidRPr="007E05E3">
          <w:rPr>
            <w:rFonts w:ascii="Cambria" w:eastAsiaTheme="majorEastAsia" w:hAnsi="Cambria" w:cstheme="majorBidi"/>
            <w:sz w:val="22"/>
            <w:szCs w:val="22"/>
            <w:lang w:eastAsia="en-US"/>
          </w:rPr>
          <w:t xml:space="preserve">str. </w:t>
        </w:r>
        <w:r w:rsidRPr="007E05E3">
          <w:rPr>
            <w:rFonts w:ascii="Cambria" w:eastAsiaTheme="minorEastAsia" w:hAnsi="Cambria"/>
            <w:sz w:val="22"/>
            <w:szCs w:val="22"/>
            <w:lang w:eastAsia="en-US"/>
          </w:rPr>
          <w:fldChar w:fldCharType="begin"/>
        </w:r>
        <w:r w:rsidRPr="007E05E3">
          <w:rPr>
            <w:rFonts w:ascii="Cambria" w:eastAsiaTheme="minorHAnsi" w:hAnsi="Cambria" w:cstheme="minorBidi"/>
            <w:sz w:val="22"/>
            <w:szCs w:val="22"/>
            <w:lang w:eastAsia="en-US"/>
          </w:rPr>
          <w:instrText>PAGE    \* MERGEFORMAT</w:instrText>
        </w:r>
        <w:r w:rsidRPr="007E05E3">
          <w:rPr>
            <w:rFonts w:ascii="Cambria" w:eastAsiaTheme="minorEastAsia" w:hAnsi="Cambria"/>
            <w:sz w:val="22"/>
            <w:szCs w:val="22"/>
            <w:lang w:eastAsia="en-US"/>
          </w:rPr>
          <w:fldChar w:fldCharType="separate"/>
        </w:r>
        <w:r w:rsidRPr="007E05E3">
          <w:rPr>
            <w:rFonts w:ascii="Cambria" w:eastAsiaTheme="minorEastAsia" w:hAnsi="Cambria"/>
            <w:sz w:val="22"/>
            <w:szCs w:val="22"/>
            <w:lang w:eastAsia="en-US"/>
          </w:rPr>
          <w:t>1</w:t>
        </w:r>
        <w:r w:rsidRPr="007E05E3">
          <w:rPr>
            <w:rFonts w:ascii="Cambria" w:eastAsiaTheme="majorEastAsia" w:hAnsi="Cambria" w:cstheme="majorBidi"/>
            <w:sz w:val="22"/>
            <w:szCs w:val="22"/>
            <w:lang w:eastAsia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2F717FEF" w:rsidR="008E08BD" w:rsidRPr="0020631B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20631B">
        <w:rPr>
          <w:rStyle w:val="Odwoanieprzypisudolnego"/>
          <w:rFonts w:ascii="Cambria" w:hAnsi="Cambria"/>
          <w:sz w:val="12"/>
          <w:szCs w:val="12"/>
        </w:rPr>
        <w:footnoteRef/>
      </w:r>
      <w:r w:rsidRPr="0020631B">
        <w:rPr>
          <w:rFonts w:ascii="Cambria" w:hAnsi="Cambria"/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145BD774" w14:textId="77777777" w:rsidR="008E08BD" w:rsidRPr="009004C5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/>
          <w:sz w:val="12"/>
          <w:szCs w:val="12"/>
        </w:rPr>
        <w:footnoteRef/>
      </w:r>
      <w:r w:rsidRPr="009004C5">
        <w:rPr>
          <w:rFonts w:ascii="Cambria" w:hAnsi="Cambria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EEBC" w14:textId="6BB0B04F" w:rsidR="00255146" w:rsidRPr="00B45610" w:rsidRDefault="00B45610" w:rsidP="00B45610">
    <w:pPr>
      <w:pStyle w:val="Nagwek"/>
      <w:jc w:val="center"/>
    </w:pPr>
    <w:r>
      <w:rPr>
        <w:noProof/>
      </w:rPr>
      <w:drawing>
        <wp:inline distT="0" distB="0" distL="0" distR="0" wp14:anchorId="7468A4A8" wp14:editId="6D81B8D7">
          <wp:extent cx="4210050" cy="828675"/>
          <wp:effectExtent l="0" t="0" r="0" b="9525"/>
          <wp:docPr id="72907273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0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4761E85"/>
    <w:multiLevelType w:val="hybridMultilevel"/>
    <w:tmpl w:val="0ABAFDE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47040"/>
    <w:multiLevelType w:val="hybridMultilevel"/>
    <w:tmpl w:val="4544AA2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30763"/>
    <w:multiLevelType w:val="hybridMultilevel"/>
    <w:tmpl w:val="8B2230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11AF"/>
    <w:multiLevelType w:val="hybridMultilevel"/>
    <w:tmpl w:val="FA8207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C62CE"/>
    <w:multiLevelType w:val="hybridMultilevel"/>
    <w:tmpl w:val="8B2230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7993699">
    <w:abstractNumId w:val="0"/>
  </w:num>
  <w:num w:numId="2" w16cid:durableId="2089620313">
    <w:abstractNumId w:val="6"/>
  </w:num>
  <w:num w:numId="3" w16cid:durableId="166751624">
    <w:abstractNumId w:val="7"/>
  </w:num>
  <w:num w:numId="4" w16cid:durableId="1200819793">
    <w:abstractNumId w:val="4"/>
  </w:num>
  <w:num w:numId="5" w16cid:durableId="365762350">
    <w:abstractNumId w:val="1"/>
  </w:num>
  <w:num w:numId="6" w16cid:durableId="652877289">
    <w:abstractNumId w:val="2"/>
  </w:num>
  <w:num w:numId="7" w16cid:durableId="1262497001">
    <w:abstractNumId w:val="5"/>
  </w:num>
  <w:num w:numId="8" w16cid:durableId="52973004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5896"/>
    <w:rsid w:val="000271F5"/>
    <w:rsid w:val="0003123E"/>
    <w:rsid w:val="00033EA6"/>
    <w:rsid w:val="000364BE"/>
    <w:rsid w:val="00037E76"/>
    <w:rsid w:val="0004207E"/>
    <w:rsid w:val="00042EB0"/>
    <w:rsid w:val="0004398A"/>
    <w:rsid w:val="00043FB9"/>
    <w:rsid w:val="00044A57"/>
    <w:rsid w:val="0004779A"/>
    <w:rsid w:val="00053E4F"/>
    <w:rsid w:val="000552F5"/>
    <w:rsid w:val="0005555E"/>
    <w:rsid w:val="00057E08"/>
    <w:rsid w:val="0006386B"/>
    <w:rsid w:val="000657C3"/>
    <w:rsid w:val="00070042"/>
    <w:rsid w:val="000723F3"/>
    <w:rsid w:val="00072564"/>
    <w:rsid w:val="00075BE1"/>
    <w:rsid w:val="00092B2F"/>
    <w:rsid w:val="00095519"/>
    <w:rsid w:val="000A6E42"/>
    <w:rsid w:val="000B1B61"/>
    <w:rsid w:val="000B293B"/>
    <w:rsid w:val="000C18E0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660"/>
    <w:rsid w:val="00163AC9"/>
    <w:rsid w:val="00165EB9"/>
    <w:rsid w:val="001663E2"/>
    <w:rsid w:val="00166F43"/>
    <w:rsid w:val="00177A11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D5D52"/>
    <w:rsid w:val="001E5006"/>
    <w:rsid w:val="001F476E"/>
    <w:rsid w:val="001F7142"/>
    <w:rsid w:val="001F7E80"/>
    <w:rsid w:val="00200A98"/>
    <w:rsid w:val="002011F3"/>
    <w:rsid w:val="00201EDE"/>
    <w:rsid w:val="00203E13"/>
    <w:rsid w:val="0020631B"/>
    <w:rsid w:val="0021296E"/>
    <w:rsid w:val="00216628"/>
    <w:rsid w:val="002208C5"/>
    <w:rsid w:val="00221EF0"/>
    <w:rsid w:val="00235850"/>
    <w:rsid w:val="00237598"/>
    <w:rsid w:val="0024650B"/>
    <w:rsid w:val="00253736"/>
    <w:rsid w:val="00255146"/>
    <w:rsid w:val="002554B8"/>
    <w:rsid w:val="002561F6"/>
    <w:rsid w:val="002564AD"/>
    <w:rsid w:val="0026103A"/>
    <w:rsid w:val="00261117"/>
    <w:rsid w:val="00263582"/>
    <w:rsid w:val="00263BF3"/>
    <w:rsid w:val="002658AC"/>
    <w:rsid w:val="0027256F"/>
    <w:rsid w:val="00274D15"/>
    <w:rsid w:val="00280A56"/>
    <w:rsid w:val="00283D65"/>
    <w:rsid w:val="00293DFA"/>
    <w:rsid w:val="00295EA2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047FA"/>
    <w:rsid w:val="00310A7A"/>
    <w:rsid w:val="003149E7"/>
    <w:rsid w:val="00321882"/>
    <w:rsid w:val="00321A55"/>
    <w:rsid w:val="00327032"/>
    <w:rsid w:val="00331ACB"/>
    <w:rsid w:val="0034083D"/>
    <w:rsid w:val="00350DCC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03F3"/>
    <w:rsid w:val="003B2FA5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569B4"/>
    <w:rsid w:val="0046281A"/>
    <w:rsid w:val="00466C1F"/>
    <w:rsid w:val="00470070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4F5AA7"/>
    <w:rsid w:val="0050200D"/>
    <w:rsid w:val="00506570"/>
    <w:rsid w:val="00506DBC"/>
    <w:rsid w:val="00513ABE"/>
    <w:rsid w:val="005269BE"/>
    <w:rsid w:val="00531355"/>
    <w:rsid w:val="00535625"/>
    <w:rsid w:val="005363C7"/>
    <w:rsid w:val="00541E80"/>
    <w:rsid w:val="005422CD"/>
    <w:rsid w:val="005426A9"/>
    <w:rsid w:val="005460FA"/>
    <w:rsid w:val="00552712"/>
    <w:rsid w:val="005578B4"/>
    <w:rsid w:val="00566779"/>
    <w:rsid w:val="00574AA2"/>
    <w:rsid w:val="00574FCF"/>
    <w:rsid w:val="0057796B"/>
    <w:rsid w:val="005805D0"/>
    <w:rsid w:val="00583C79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BEB"/>
    <w:rsid w:val="005F0E54"/>
    <w:rsid w:val="005F5709"/>
    <w:rsid w:val="00601FB7"/>
    <w:rsid w:val="00610F2E"/>
    <w:rsid w:val="0061257D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35188"/>
    <w:rsid w:val="00642764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4F39"/>
    <w:rsid w:val="0069518A"/>
    <w:rsid w:val="00695505"/>
    <w:rsid w:val="00695B49"/>
    <w:rsid w:val="006A3909"/>
    <w:rsid w:val="006A3AAD"/>
    <w:rsid w:val="006B19F9"/>
    <w:rsid w:val="006B23B2"/>
    <w:rsid w:val="006B39B8"/>
    <w:rsid w:val="006B518F"/>
    <w:rsid w:val="006C0BD0"/>
    <w:rsid w:val="006C2416"/>
    <w:rsid w:val="006C6458"/>
    <w:rsid w:val="006C6B6F"/>
    <w:rsid w:val="006D1C71"/>
    <w:rsid w:val="006D7AA2"/>
    <w:rsid w:val="006E2BA2"/>
    <w:rsid w:val="006F4B81"/>
    <w:rsid w:val="006F6E41"/>
    <w:rsid w:val="00706D5A"/>
    <w:rsid w:val="00726CA5"/>
    <w:rsid w:val="00727495"/>
    <w:rsid w:val="00731E57"/>
    <w:rsid w:val="00733D42"/>
    <w:rsid w:val="007441F0"/>
    <w:rsid w:val="007464DB"/>
    <w:rsid w:val="007509A5"/>
    <w:rsid w:val="00770162"/>
    <w:rsid w:val="00770622"/>
    <w:rsid w:val="007708D7"/>
    <w:rsid w:val="007730CB"/>
    <w:rsid w:val="007756FE"/>
    <w:rsid w:val="007815F4"/>
    <w:rsid w:val="00781885"/>
    <w:rsid w:val="00786714"/>
    <w:rsid w:val="0079113D"/>
    <w:rsid w:val="00792467"/>
    <w:rsid w:val="0079266E"/>
    <w:rsid w:val="00793F3B"/>
    <w:rsid w:val="00795AF0"/>
    <w:rsid w:val="007A1CB6"/>
    <w:rsid w:val="007A384D"/>
    <w:rsid w:val="007A597B"/>
    <w:rsid w:val="007B29BD"/>
    <w:rsid w:val="007B34D7"/>
    <w:rsid w:val="007B3DF3"/>
    <w:rsid w:val="007B772A"/>
    <w:rsid w:val="007C3228"/>
    <w:rsid w:val="007C32D7"/>
    <w:rsid w:val="007C501F"/>
    <w:rsid w:val="007C60AE"/>
    <w:rsid w:val="007C7776"/>
    <w:rsid w:val="007D6A61"/>
    <w:rsid w:val="007D7ABB"/>
    <w:rsid w:val="007E00A6"/>
    <w:rsid w:val="007E05E3"/>
    <w:rsid w:val="007E068C"/>
    <w:rsid w:val="007E3318"/>
    <w:rsid w:val="007E65A8"/>
    <w:rsid w:val="007F0F1B"/>
    <w:rsid w:val="008016E4"/>
    <w:rsid w:val="00811D75"/>
    <w:rsid w:val="00812CFF"/>
    <w:rsid w:val="0082123B"/>
    <w:rsid w:val="0082766B"/>
    <w:rsid w:val="00832DF4"/>
    <w:rsid w:val="008427B3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3897"/>
    <w:rsid w:val="00886AC1"/>
    <w:rsid w:val="00886E88"/>
    <w:rsid w:val="00887F1F"/>
    <w:rsid w:val="00890349"/>
    <w:rsid w:val="008A290D"/>
    <w:rsid w:val="008A55E2"/>
    <w:rsid w:val="008A723A"/>
    <w:rsid w:val="008A7543"/>
    <w:rsid w:val="008B1456"/>
    <w:rsid w:val="008B3497"/>
    <w:rsid w:val="008B6F0C"/>
    <w:rsid w:val="008B7E63"/>
    <w:rsid w:val="008C055E"/>
    <w:rsid w:val="008C0635"/>
    <w:rsid w:val="008C1A7D"/>
    <w:rsid w:val="008C67BC"/>
    <w:rsid w:val="008E08BD"/>
    <w:rsid w:val="008E49E1"/>
    <w:rsid w:val="008F286F"/>
    <w:rsid w:val="008F3185"/>
    <w:rsid w:val="008F45C7"/>
    <w:rsid w:val="008F533B"/>
    <w:rsid w:val="008F7B11"/>
    <w:rsid w:val="00900317"/>
    <w:rsid w:val="009004C5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2B7E"/>
    <w:rsid w:val="00953A0E"/>
    <w:rsid w:val="0095651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3501"/>
    <w:rsid w:val="00985C78"/>
    <w:rsid w:val="00993057"/>
    <w:rsid w:val="00994552"/>
    <w:rsid w:val="0099652C"/>
    <w:rsid w:val="009976C0"/>
    <w:rsid w:val="009A0455"/>
    <w:rsid w:val="009A3B58"/>
    <w:rsid w:val="009A4C1D"/>
    <w:rsid w:val="009B2D3A"/>
    <w:rsid w:val="009B42EE"/>
    <w:rsid w:val="009B7DD1"/>
    <w:rsid w:val="009C114E"/>
    <w:rsid w:val="009C603B"/>
    <w:rsid w:val="009D0432"/>
    <w:rsid w:val="009D181F"/>
    <w:rsid w:val="009F1CA5"/>
    <w:rsid w:val="009F72DF"/>
    <w:rsid w:val="009F762F"/>
    <w:rsid w:val="00A01F25"/>
    <w:rsid w:val="00A01FDF"/>
    <w:rsid w:val="00A069BA"/>
    <w:rsid w:val="00A074A6"/>
    <w:rsid w:val="00A076D3"/>
    <w:rsid w:val="00A110F2"/>
    <w:rsid w:val="00A13316"/>
    <w:rsid w:val="00A1385E"/>
    <w:rsid w:val="00A200BC"/>
    <w:rsid w:val="00A21694"/>
    <w:rsid w:val="00A22E7B"/>
    <w:rsid w:val="00A2466C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7617D"/>
    <w:rsid w:val="00A86859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3A28"/>
    <w:rsid w:val="00AD5AEF"/>
    <w:rsid w:val="00AD7CC2"/>
    <w:rsid w:val="00AE0185"/>
    <w:rsid w:val="00AE1DFA"/>
    <w:rsid w:val="00AE395F"/>
    <w:rsid w:val="00AE3BE6"/>
    <w:rsid w:val="00AE3F39"/>
    <w:rsid w:val="00AF2726"/>
    <w:rsid w:val="00B0029C"/>
    <w:rsid w:val="00B04F98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5610"/>
    <w:rsid w:val="00B474D5"/>
    <w:rsid w:val="00B51247"/>
    <w:rsid w:val="00B62417"/>
    <w:rsid w:val="00B63A36"/>
    <w:rsid w:val="00B7009E"/>
    <w:rsid w:val="00B7040E"/>
    <w:rsid w:val="00B70604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3E1D"/>
    <w:rsid w:val="00B95754"/>
    <w:rsid w:val="00BA5D4C"/>
    <w:rsid w:val="00BB0956"/>
    <w:rsid w:val="00BB35C0"/>
    <w:rsid w:val="00BB3AC0"/>
    <w:rsid w:val="00BC15FD"/>
    <w:rsid w:val="00BD221C"/>
    <w:rsid w:val="00BD5830"/>
    <w:rsid w:val="00BD69CC"/>
    <w:rsid w:val="00BE2968"/>
    <w:rsid w:val="00BF07F6"/>
    <w:rsid w:val="00BF24D6"/>
    <w:rsid w:val="00BF2D7D"/>
    <w:rsid w:val="00BF72A1"/>
    <w:rsid w:val="00C0051C"/>
    <w:rsid w:val="00C014D8"/>
    <w:rsid w:val="00C0445E"/>
    <w:rsid w:val="00C04A00"/>
    <w:rsid w:val="00C0554A"/>
    <w:rsid w:val="00C11CB8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57C14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63F5"/>
    <w:rsid w:val="00C872B4"/>
    <w:rsid w:val="00C90396"/>
    <w:rsid w:val="00C918BE"/>
    <w:rsid w:val="00C91FB0"/>
    <w:rsid w:val="00C93EF9"/>
    <w:rsid w:val="00CB26F3"/>
    <w:rsid w:val="00CB696A"/>
    <w:rsid w:val="00CB7BA3"/>
    <w:rsid w:val="00CC2E57"/>
    <w:rsid w:val="00CC6FC5"/>
    <w:rsid w:val="00CD66B7"/>
    <w:rsid w:val="00CD6BBA"/>
    <w:rsid w:val="00CE2A61"/>
    <w:rsid w:val="00CE4AF0"/>
    <w:rsid w:val="00CE5B27"/>
    <w:rsid w:val="00CE646F"/>
    <w:rsid w:val="00CF3546"/>
    <w:rsid w:val="00D07DB6"/>
    <w:rsid w:val="00D12CA8"/>
    <w:rsid w:val="00D158E9"/>
    <w:rsid w:val="00D171EA"/>
    <w:rsid w:val="00D21848"/>
    <w:rsid w:val="00D22B2C"/>
    <w:rsid w:val="00D23974"/>
    <w:rsid w:val="00D250EE"/>
    <w:rsid w:val="00D30351"/>
    <w:rsid w:val="00D356CA"/>
    <w:rsid w:val="00D3671B"/>
    <w:rsid w:val="00D37D18"/>
    <w:rsid w:val="00D42562"/>
    <w:rsid w:val="00D4550F"/>
    <w:rsid w:val="00D50370"/>
    <w:rsid w:val="00D51F2F"/>
    <w:rsid w:val="00D536BD"/>
    <w:rsid w:val="00D55D0C"/>
    <w:rsid w:val="00D572E1"/>
    <w:rsid w:val="00D62822"/>
    <w:rsid w:val="00D63859"/>
    <w:rsid w:val="00D71D90"/>
    <w:rsid w:val="00D87372"/>
    <w:rsid w:val="00D922C4"/>
    <w:rsid w:val="00D96447"/>
    <w:rsid w:val="00DA11EA"/>
    <w:rsid w:val="00DA5718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4205"/>
    <w:rsid w:val="00E057C9"/>
    <w:rsid w:val="00E129D2"/>
    <w:rsid w:val="00E1370D"/>
    <w:rsid w:val="00E21627"/>
    <w:rsid w:val="00E24FF4"/>
    <w:rsid w:val="00E2643F"/>
    <w:rsid w:val="00E31929"/>
    <w:rsid w:val="00E35DCE"/>
    <w:rsid w:val="00E41E6F"/>
    <w:rsid w:val="00E45EA8"/>
    <w:rsid w:val="00E461F6"/>
    <w:rsid w:val="00E503AB"/>
    <w:rsid w:val="00E505CD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1AC3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5DC"/>
    <w:rsid w:val="00F04AE2"/>
    <w:rsid w:val="00F10F6C"/>
    <w:rsid w:val="00F248DC"/>
    <w:rsid w:val="00F2763F"/>
    <w:rsid w:val="00F33571"/>
    <w:rsid w:val="00F41FE7"/>
    <w:rsid w:val="00F421AD"/>
    <w:rsid w:val="00F50062"/>
    <w:rsid w:val="00F50648"/>
    <w:rsid w:val="00F52D1D"/>
    <w:rsid w:val="00F572DA"/>
    <w:rsid w:val="00F57D61"/>
    <w:rsid w:val="00F61310"/>
    <w:rsid w:val="00F618BE"/>
    <w:rsid w:val="00F63998"/>
    <w:rsid w:val="00F6782B"/>
    <w:rsid w:val="00F71002"/>
    <w:rsid w:val="00F7503D"/>
    <w:rsid w:val="00F75A3C"/>
    <w:rsid w:val="00F8334A"/>
    <w:rsid w:val="00F834FC"/>
    <w:rsid w:val="00F87BC6"/>
    <w:rsid w:val="00F979FA"/>
    <w:rsid w:val="00F97AD2"/>
    <w:rsid w:val="00FA33B3"/>
    <w:rsid w:val="00FB5B96"/>
    <w:rsid w:val="00FB7A9D"/>
    <w:rsid w:val="00FC0021"/>
    <w:rsid w:val="00FC031F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,Tytuł_procedury,zwykły tekst,List Paragraph1,BulletC,Obiekt,Podsis rysunku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,zwykły tekst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rsid w:val="004F5AA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F5A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F5AA7"/>
  </w:style>
  <w:style w:type="paragraph" w:styleId="Tematkomentarza">
    <w:name w:val="annotation subject"/>
    <w:basedOn w:val="Tekstkomentarza"/>
    <w:next w:val="Tekstkomentarza"/>
    <w:link w:val="TematkomentarzaZnak"/>
    <w:rsid w:val="004F5A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F5AA7"/>
    <w:rPr>
      <w:b/>
      <w:bCs/>
    </w:rPr>
  </w:style>
  <w:style w:type="paragraph" w:styleId="Bezodstpw">
    <w:name w:val="No Spacing"/>
    <w:uiPriority w:val="1"/>
    <w:qFormat/>
    <w:rsid w:val="00177A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DF87.076C03E0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1377</TotalTime>
  <Pages>4</Pages>
  <Words>793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17</cp:revision>
  <cp:lastPrinted>2017-02-09T12:03:00Z</cp:lastPrinted>
  <dcterms:created xsi:type="dcterms:W3CDTF">2025-07-10T05:49:00Z</dcterms:created>
  <dcterms:modified xsi:type="dcterms:W3CDTF">2025-11-25T10:30:00Z</dcterms:modified>
</cp:coreProperties>
</file>